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D05452" w14:textId="3C96B925" w:rsidR="00903921" w:rsidRPr="00B64DD5" w:rsidRDefault="00F41190" w:rsidP="00903921">
      <w:pPr>
        <w:pStyle w:val="Heading1"/>
        <w:rPr>
          <w:rFonts w:ascii="Arial" w:hAnsi="Arial"/>
          <w:b/>
        </w:rPr>
      </w:pPr>
      <w:proofErr w:type="spellStart"/>
      <w:r>
        <w:rPr>
          <w:rFonts w:ascii="Arial" w:hAnsi="Arial"/>
          <w:b/>
        </w:rPr>
        <w:t>Description</w:t>
      </w:r>
      <w:proofErr w:type="spellEnd"/>
      <w:r>
        <w:rPr>
          <w:rFonts w:ascii="Arial" w:hAnsi="Arial"/>
          <w:b/>
        </w:rPr>
        <w:t xml:space="preserve"> générale</w:t>
      </w:r>
    </w:p>
    <w:p w14:paraId="053FB2DF" w14:textId="1E0E9E78" w:rsidR="0022369B" w:rsidRPr="00F41190" w:rsidRDefault="00F41190" w:rsidP="00B86FCC">
      <w:pPr>
        <w:pStyle w:val="Bulleted1"/>
        <w:rPr>
          <w:rFonts w:ascii="Arial" w:hAnsi="Arial"/>
          <w:lang w:val="fr-BE"/>
        </w:rPr>
      </w:pPr>
      <w:r w:rsidRPr="00F41190">
        <w:rPr>
          <w:rFonts w:ascii="Arial" w:hAnsi="Arial"/>
          <w:lang w:val="fr-BE"/>
        </w:rPr>
        <w:t xml:space="preserve">élément de </w:t>
      </w:r>
      <w:r w:rsidR="00111D93" w:rsidRPr="00F41190">
        <w:rPr>
          <w:rFonts w:ascii="Arial" w:hAnsi="Arial"/>
          <w:lang w:val="fr-BE"/>
        </w:rPr>
        <w:t>m</w:t>
      </w:r>
      <w:r w:rsidR="00B86FCC" w:rsidRPr="00F41190">
        <w:rPr>
          <w:rFonts w:ascii="Arial" w:hAnsi="Arial"/>
          <w:lang w:val="fr-BE"/>
        </w:rPr>
        <w:t>ontage</w:t>
      </w:r>
      <w:r w:rsidRPr="00F41190">
        <w:rPr>
          <w:rFonts w:ascii="Arial" w:hAnsi="Arial"/>
          <w:lang w:val="fr-BE"/>
        </w:rPr>
        <w:t xml:space="preserve"> pour lavabo</w:t>
      </w:r>
      <w:r w:rsidR="00283DAD" w:rsidRPr="00F41190">
        <w:rPr>
          <w:rFonts w:ascii="Arial" w:hAnsi="Arial"/>
          <w:lang w:val="fr-BE"/>
        </w:rPr>
        <w:t xml:space="preserve">, </w:t>
      </w:r>
      <w:r w:rsidRPr="00F41190">
        <w:rPr>
          <w:rFonts w:ascii="Arial" w:hAnsi="Arial"/>
          <w:lang w:val="fr-BE"/>
        </w:rPr>
        <w:t xml:space="preserve">pour le </w:t>
      </w:r>
      <w:r w:rsidR="00283DAD" w:rsidRPr="00F41190">
        <w:rPr>
          <w:rFonts w:ascii="Arial" w:hAnsi="Arial"/>
          <w:lang w:val="fr-BE"/>
        </w:rPr>
        <w:t xml:space="preserve">montage </w:t>
      </w:r>
      <w:r w:rsidRPr="00F41190">
        <w:rPr>
          <w:rFonts w:ascii="Arial" w:hAnsi="Arial"/>
          <w:lang w:val="fr-BE"/>
        </w:rPr>
        <w:t>dans des cloisons hauteur de pi</w:t>
      </w:r>
      <w:r>
        <w:rPr>
          <w:rFonts w:ascii="Arial" w:hAnsi="Arial"/>
          <w:lang w:val="fr-BE"/>
        </w:rPr>
        <w:t>èce</w:t>
      </w:r>
      <w:r w:rsidR="00283DAD" w:rsidRPr="00F41190">
        <w:rPr>
          <w:rFonts w:ascii="Arial" w:hAnsi="Arial"/>
          <w:lang w:val="fr-BE"/>
        </w:rPr>
        <w:t xml:space="preserve"> (</w:t>
      </w:r>
      <w:r>
        <w:rPr>
          <w:rFonts w:ascii="Arial" w:hAnsi="Arial"/>
          <w:lang w:val="fr-BE"/>
        </w:rPr>
        <w:t>cloisons en applique ou cloisons de séparation)</w:t>
      </w:r>
    </w:p>
    <w:p w14:paraId="77BDC9C2" w14:textId="153AEB47" w:rsidR="0022369B" w:rsidRPr="00F41190" w:rsidRDefault="00F41190" w:rsidP="00B86FCC">
      <w:pPr>
        <w:pStyle w:val="Bulleted1"/>
        <w:rPr>
          <w:rFonts w:ascii="Arial" w:hAnsi="Arial"/>
          <w:lang w:val="fr-BE"/>
        </w:rPr>
      </w:pPr>
      <w:r>
        <w:rPr>
          <w:rFonts w:ascii="Arial" w:hAnsi="Arial" w:cs="Arial"/>
          <w:lang w:val="fr-FR"/>
        </w:rPr>
        <w:t>l</w:t>
      </w:r>
      <w:r w:rsidRPr="00F86A6E">
        <w:rPr>
          <w:rFonts w:ascii="Arial" w:hAnsi="Arial" w:cs="Arial"/>
          <w:lang w:val="fr-FR"/>
        </w:rPr>
        <w:t>'élément de montage</w:t>
      </w:r>
      <w:r>
        <w:rPr>
          <w:rFonts w:ascii="Arial" w:hAnsi="Arial" w:cs="Arial"/>
          <w:lang w:val="fr-FR"/>
        </w:rPr>
        <w:t xml:space="preserve"> convient pour une structure de sol d'une épaisseur de 0 à 20 cm</w:t>
      </w:r>
    </w:p>
    <w:p w14:paraId="46F212E2" w14:textId="61C6C0EA" w:rsidR="00297424" w:rsidRPr="00B64DD5" w:rsidRDefault="00F41190" w:rsidP="00297424">
      <w:pPr>
        <w:pStyle w:val="Heading1"/>
        <w:rPr>
          <w:rFonts w:ascii="Arial" w:hAnsi="Arial"/>
          <w:b/>
        </w:rPr>
      </w:pPr>
      <w:proofErr w:type="spellStart"/>
      <w:r>
        <w:rPr>
          <w:rFonts w:ascii="Arial" w:hAnsi="Arial" w:cs="Arial"/>
          <w:b/>
          <w:bCs/>
        </w:rPr>
        <w:t>Matériaux</w:t>
      </w:r>
      <w:proofErr w:type="spellEnd"/>
      <w:r>
        <w:rPr>
          <w:rFonts w:ascii="Arial" w:hAnsi="Arial" w:cs="Arial"/>
          <w:b/>
          <w:bCs/>
        </w:rPr>
        <w:t xml:space="preserve"> et </w:t>
      </w:r>
      <w:proofErr w:type="spellStart"/>
      <w:r>
        <w:rPr>
          <w:rFonts w:ascii="Arial" w:hAnsi="Arial" w:cs="Arial"/>
          <w:b/>
          <w:bCs/>
        </w:rPr>
        <w:t>caractéristiques</w:t>
      </w:r>
      <w:proofErr w:type="spellEnd"/>
    </w:p>
    <w:p w14:paraId="4FCB483C" w14:textId="2FE78685" w:rsidR="00B86FCC" w:rsidRPr="00981C24" w:rsidRDefault="00F41190" w:rsidP="00B86FCC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Matériaux</w:t>
      </w:r>
      <w:proofErr w:type="spellEnd"/>
    </w:p>
    <w:p w14:paraId="449F015C" w14:textId="5B9D0E2B" w:rsidR="00F97930" w:rsidRPr="00366AEA" w:rsidRDefault="00366AEA" w:rsidP="00F97930">
      <w:pPr>
        <w:pStyle w:val="Bulleted1"/>
        <w:rPr>
          <w:rFonts w:ascii="Arial" w:hAnsi="Arial"/>
          <w:lang w:val="fr-BE"/>
        </w:rPr>
      </w:pPr>
      <w:bookmarkStart w:id="0" w:name="_Hlk35937103"/>
      <w:r w:rsidRPr="00366AEA">
        <w:rPr>
          <w:rFonts w:ascii="Arial" w:hAnsi="Arial" w:cs="Arial"/>
          <w:lang w:val="fr-BE"/>
        </w:rPr>
        <w:t xml:space="preserve">l'élément de montage pour </w:t>
      </w:r>
      <w:r w:rsidRPr="00366AEA">
        <w:rPr>
          <w:rFonts w:ascii="Arial" w:hAnsi="Arial"/>
          <w:lang w:val="fr-BE"/>
        </w:rPr>
        <w:t>lavabo</w:t>
      </w:r>
      <w:r w:rsidR="00F97930" w:rsidRPr="00366AEA">
        <w:rPr>
          <w:rFonts w:ascii="Arial" w:hAnsi="Arial"/>
          <w:lang w:val="fr-BE"/>
        </w:rPr>
        <w:t xml:space="preserve"> </w:t>
      </w:r>
      <w:r w:rsidRPr="00F86A6E">
        <w:rPr>
          <w:rFonts w:ascii="Arial" w:hAnsi="Arial" w:cs="Arial"/>
          <w:lang w:val="fr-FR"/>
        </w:rPr>
        <w:t xml:space="preserve">est fabriqué </w:t>
      </w:r>
      <w:r>
        <w:rPr>
          <w:rFonts w:ascii="Arial" w:hAnsi="Arial" w:cs="Arial"/>
          <w:lang w:val="fr-FR"/>
        </w:rPr>
        <w:t xml:space="preserve">au moyen </w:t>
      </w:r>
      <w:r w:rsidRPr="00F86A6E">
        <w:rPr>
          <w:rFonts w:ascii="Arial" w:hAnsi="Arial" w:cs="Arial"/>
          <w:lang w:val="fr-FR"/>
        </w:rPr>
        <w:t xml:space="preserve">d'un profilé C de 4 x </w:t>
      </w:r>
      <w:smartTag w:uri="urn:schemas-microsoft-com:office:smarttags" w:element="metricconverter">
        <w:smartTagPr>
          <w:attr w:name="ProductID" w:val="4 cm"/>
        </w:smartTagPr>
        <w:r w:rsidRPr="00F86A6E">
          <w:rPr>
            <w:rFonts w:ascii="Arial" w:hAnsi="Arial" w:cs="Arial"/>
            <w:lang w:val="fr-FR"/>
          </w:rPr>
          <w:t>4 cm</w:t>
        </w:r>
      </w:smartTag>
      <w:r>
        <w:rPr>
          <w:rFonts w:ascii="Arial" w:hAnsi="Arial" w:cs="Arial"/>
          <w:lang w:val="fr-FR"/>
        </w:rPr>
        <w:t xml:space="preserve"> ayant une épaisseur de </w:t>
      </w:r>
      <w:smartTag w:uri="urn:schemas-microsoft-com:office:smarttags" w:element="metricconverter">
        <w:smartTagPr>
          <w:attr w:name="ProductID" w:val="2 mm"/>
        </w:smartTagPr>
        <w:r>
          <w:rPr>
            <w:rFonts w:ascii="Arial" w:hAnsi="Arial" w:cs="Arial"/>
            <w:lang w:val="fr-FR"/>
          </w:rPr>
          <w:t>2 mm</w:t>
        </w:r>
      </w:smartTag>
      <w:r w:rsidRPr="00F86A6E">
        <w:rPr>
          <w:rFonts w:ascii="Arial" w:hAnsi="Arial" w:cs="Arial"/>
          <w:lang w:val="fr-FR"/>
        </w:rPr>
        <w:t xml:space="preserve">, en acier </w:t>
      </w:r>
      <w:r>
        <w:rPr>
          <w:rFonts w:ascii="Arial" w:hAnsi="Arial" w:cs="Arial"/>
          <w:lang w:val="fr-FR"/>
        </w:rPr>
        <w:t>thermo</w:t>
      </w:r>
      <w:r w:rsidRPr="00F86A6E">
        <w:rPr>
          <w:rFonts w:ascii="Arial" w:hAnsi="Arial" w:cs="Arial"/>
          <w:lang w:val="fr-FR"/>
        </w:rPr>
        <w:t>laqué bleu</w:t>
      </w:r>
    </w:p>
    <w:p w14:paraId="2303FEEA" w14:textId="42E173A9" w:rsidR="00F97930" w:rsidRPr="00366AEA" w:rsidRDefault="00366AEA" w:rsidP="00F97930">
      <w:pPr>
        <w:pStyle w:val="Bulleted1"/>
        <w:rPr>
          <w:rFonts w:ascii="Arial" w:hAnsi="Arial"/>
          <w:lang w:val="fr-BE"/>
        </w:rPr>
      </w:pPr>
      <w:r>
        <w:rPr>
          <w:rFonts w:ascii="Arial" w:hAnsi="Arial"/>
          <w:lang w:val="fr-FR"/>
        </w:rPr>
        <w:t>les pieds supports et</w:t>
      </w:r>
      <w:r w:rsidRPr="00234F4A">
        <w:rPr>
          <w:rFonts w:ascii="Arial" w:hAnsi="Arial"/>
          <w:lang w:val="fr-FR"/>
        </w:rPr>
        <w:t xml:space="preserve"> </w:t>
      </w:r>
      <w:r>
        <w:rPr>
          <w:rFonts w:ascii="Arial" w:hAnsi="Arial"/>
          <w:lang w:val="fr-FR"/>
        </w:rPr>
        <w:t xml:space="preserve">leurs </w:t>
      </w:r>
      <w:r w:rsidRPr="00234F4A">
        <w:rPr>
          <w:rFonts w:ascii="Arial" w:hAnsi="Arial"/>
          <w:lang w:val="fr-FR"/>
        </w:rPr>
        <w:t xml:space="preserve">plaquettes </w:t>
      </w:r>
      <w:r>
        <w:rPr>
          <w:rFonts w:ascii="Arial" w:hAnsi="Arial"/>
          <w:lang w:val="fr-FR"/>
        </w:rPr>
        <w:t>de base sont zingués</w:t>
      </w:r>
    </w:p>
    <w:p w14:paraId="6B571E56" w14:textId="21F7A6AF" w:rsidR="00DC5F22" w:rsidRPr="00A37C46" w:rsidRDefault="00A37C46" w:rsidP="00F97930">
      <w:pPr>
        <w:pStyle w:val="Bulleted1"/>
        <w:rPr>
          <w:rFonts w:ascii="Arial" w:hAnsi="Arial"/>
          <w:lang w:val="fr-BE"/>
        </w:rPr>
      </w:pPr>
      <w:r w:rsidRPr="00A37C46">
        <w:rPr>
          <w:rFonts w:ascii="Arial" w:hAnsi="Arial"/>
          <w:lang w:val="fr-BE"/>
        </w:rPr>
        <w:t>le siphon à encastrer</w:t>
      </w:r>
      <w:r w:rsidR="00DC5F22" w:rsidRPr="00A37C46">
        <w:rPr>
          <w:rFonts w:ascii="Arial" w:hAnsi="Arial"/>
          <w:lang w:val="fr-BE"/>
        </w:rPr>
        <w:t xml:space="preserve"> </w:t>
      </w:r>
      <w:r w:rsidR="00366AEA" w:rsidRPr="00A37C46">
        <w:rPr>
          <w:rFonts w:ascii="Arial" w:hAnsi="Arial"/>
          <w:lang w:val="fr-BE"/>
        </w:rPr>
        <w:t>est en</w:t>
      </w:r>
      <w:r w:rsidR="00DC5F22" w:rsidRPr="00A37C46">
        <w:rPr>
          <w:rFonts w:ascii="Arial" w:hAnsi="Arial"/>
          <w:lang w:val="fr-BE"/>
        </w:rPr>
        <w:t xml:space="preserve"> PP</w:t>
      </w:r>
    </w:p>
    <w:p w14:paraId="0833C673" w14:textId="59C14E80" w:rsidR="000C0EB2" w:rsidRPr="00A37C46" w:rsidRDefault="00A37C46" w:rsidP="00F97930">
      <w:pPr>
        <w:pStyle w:val="Bulleted1"/>
        <w:rPr>
          <w:rFonts w:ascii="Arial" w:hAnsi="Arial"/>
          <w:lang w:val="fr-BE"/>
        </w:rPr>
      </w:pPr>
      <w:r>
        <w:rPr>
          <w:rFonts w:ascii="Arial" w:hAnsi="Arial"/>
          <w:lang w:val="fr-BE"/>
        </w:rPr>
        <w:t>l'embout de raccordement</w:t>
      </w:r>
      <w:r w:rsidR="002E10C6" w:rsidRPr="00A37C46">
        <w:rPr>
          <w:rFonts w:ascii="Arial" w:hAnsi="Arial"/>
          <w:lang w:val="fr-BE"/>
        </w:rPr>
        <w:t xml:space="preserve"> </w:t>
      </w:r>
      <w:r>
        <w:rPr>
          <w:rFonts w:ascii="Arial" w:hAnsi="Arial"/>
          <w:lang w:val="fr-BE"/>
        </w:rPr>
        <w:t>du boîtier à encastrer</w:t>
      </w:r>
      <w:r w:rsidR="002E10C6" w:rsidRPr="00A37C46">
        <w:rPr>
          <w:rFonts w:ascii="Arial" w:hAnsi="Arial"/>
          <w:lang w:val="fr-BE"/>
        </w:rPr>
        <w:t xml:space="preserve"> (ø50 mm), </w:t>
      </w:r>
      <w:r w:rsidRPr="00A37C46">
        <w:rPr>
          <w:rFonts w:ascii="Arial" w:hAnsi="Arial"/>
          <w:lang w:val="fr-BE"/>
        </w:rPr>
        <w:t xml:space="preserve">pour le raccordement au tuyau d'évacuation, </w:t>
      </w:r>
      <w:r>
        <w:rPr>
          <w:rFonts w:ascii="Arial" w:hAnsi="Arial"/>
          <w:lang w:val="fr-BE"/>
        </w:rPr>
        <w:t>est en</w:t>
      </w:r>
      <w:r w:rsidR="002E10C6" w:rsidRPr="00A37C46">
        <w:rPr>
          <w:rFonts w:ascii="Arial" w:hAnsi="Arial"/>
          <w:lang w:val="fr-BE"/>
        </w:rPr>
        <w:t xml:space="preserve"> PP</w:t>
      </w:r>
    </w:p>
    <w:p w14:paraId="4550F155" w14:textId="228FF7D0" w:rsidR="00945AE1" w:rsidRPr="00981C24" w:rsidRDefault="00F41190" w:rsidP="00945AE1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bookmarkStart w:id="1" w:name="_Hlk35850410"/>
      <w:bookmarkEnd w:id="0"/>
      <w:proofErr w:type="spellStart"/>
      <w:r>
        <w:rPr>
          <w:rFonts w:ascii="Arial" w:hAnsi="Arial"/>
          <w:b/>
          <w:u w:val="none"/>
        </w:rPr>
        <w:t>Caractéristiques</w:t>
      </w:r>
      <w:proofErr w:type="spellEnd"/>
    </w:p>
    <w:bookmarkEnd w:id="1"/>
    <w:p w14:paraId="00D53EC6" w14:textId="77777777" w:rsidR="00BB7D04" w:rsidRDefault="00BB7D04" w:rsidP="00BB7D04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le cadre rectangulaire de l’élément de montage est entièrement fermé et soudé</w:t>
      </w:r>
    </w:p>
    <w:p w14:paraId="43C59D7F" w14:textId="77777777" w:rsidR="00BB7D04" w:rsidRDefault="00BB7D04" w:rsidP="00BB7D04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pieds supports</w:t>
      </w:r>
      <w:r w:rsidRPr="00F86A6E">
        <w:rPr>
          <w:rFonts w:ascii="Arial" w:hAnsi="Arial" w:cs="Arial"/>
          <w:lang w:val="fr-FR"/>
        </w:rPr>
        <w:t xml:space="preserve"> réglables individuellement en hauteur (sans cran), </w:t>
      </w:r>
      <w:r>
        <w:rPr>
          <w:rFonts w:ascii="Arial" w:hAnsi="Arial" w:cs="Arial"/>
          <w:lang w:val="fr-FR"/>
        </w:rPr>
        <w:t xml:space="preserve">pour une structure de sol d'une épaisseur de </w:t>
      </w:r>
      <w:r w:rsidRPr="00F86A6E">
        <w:rPr>
          <w:rFonts w:ascii="Arial" w:hAnsi="Arial" w:cs="Arial"/>
          <w:lang w:val="fr-FR"/>
        </w:rPr>
        <w:t xml:space="preserve">0 à </w:t>
      </w:r>
      <w:smartTag w:uri="urn:schemas-microsoft-com:office:smarttags" w:element="metricconverter">
        <w:smartTagPr>
          <w:attr w:name="ProductID" w:val="20 cm"/>
        </w:smartTagPr>
        <w:r w:rsidRPr="00F86A6E">
          <w:rPr>
            <w:rFonts w:ascii="Arial" w:hAnsi="Arial" w:cs="Arial"/>
            <w:lang w:val="fr-FR"/>
          </w:rPr>
          <w:t>20 cm</w:t>
        </w:r>
      </w:smartTag>
    </w:p>
    <w:p w14:paraId="0949106C" w14:textId="77777777" w:rsidR="00BB7D04" w:rsidRDefault="00BB7D04" w:rsidP="00BB7D04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u</w:t>
      </w:r>
      <w:r w:rsidRPr="00F86A6E">
        <w:rPr>
          <w:rFonts w:ascii="Arial" w:hAnsi="Arial" w:cs="Arial"/>
          <w:lang w:val="fr-FR"/>
        </w:rPr>
        <w:t xml:space="preserve">n mécanisme à ressort, </w:t>
      </w:r>
      <w:r>
        <w:rPr>
          <w:rFonts w:ascii="Arial" w:hAnsi="Arial" w:cs="Arial"/>
          <w:lang w:val="fr-FR"/>
        </w:rPr>
        <w:t>prémonté dans les pieds supports</w:t>
      </w:r>
      <w:r w:rsidRPr="00F86A6E">
        <w:rPr>
          <w:rFonts w:ascii="Arial" w:hAnsi="Arial" w:cs="Arial"/>
          <w:lang w:val="fr-FR"/>
        </w:rPr>
        <w:t xml:space="preserve">, </w:t>
      </w:r>
      <w:r>
        <w:rPr>
          <w:rFonts w:ascii="Arial" w:hAnsi="Arial" w:cs="Arial"/>
          <w:lang w:val="fr-FR"/>
        </w:rPr>
        <w:t>rend ceux-ci</w:t>
      </w:r>
      <w:r w:rsidRPr="00024397">
        <w:rPr>
          <w:rFonts w:ascii="Arial" w:hAnsi="Arial" w:cs="Arial"/>
          <w:lang w:val="fr-FR"/>
        </w:rPr>
        <w:t xml:space="preserve"> </w:t>
      </w:r>
      <w:r>
        <w:rPr>
          <w:rFonts w:ascii="Arial" w:hAnsi="Arial" w:cs="Arial"/>
          <w:lang w:val="fr-FR"/>
        </w:rPr>
        <w:t>"</w:t>
      </w:r>
      <w:r w:rsidRPr="00024397">
        <w:rPr>
          <w:rFonts w:ascii="Arial" w:hAnsi="Arial" w:cs="Arial"/>
          <w:lang w:val="fr-FR"/>
        </w:rPr>
        <w:t>antidérapants</w:t>
      </w:r>
      <w:r>
        <w:rPr>
          <w:rFonts w:ascii="Arial" w:hAnsi="Arial" w:cs="Arial"/>
          <w:lang w:val="fr-FR"/>
        </w:rPr>
        <w:t xml:space="preserve">" et facilite ainsi </w:t>
      </w:r>
      <w:r w:rsidRPr="00F86A6E">
        <w:rPr>
          <w:rFonts w:ascii="Arial" w:hAnsi="Arial" w:cs="Arial"/>
          <w:lang w:val="fr-FR"/>
        </w:rPr>
        <w:t xml:space="preserve">le réglage </w:t>
      </w:r>
      <w:r>
        <w:rPr>
          <w:rFonts w:ascii="Arial" w:hAnsi="Arial" w:cs="Arial"/>
          <w:lang w:val="fr-FR"/>
        </w:rPr>
        <w:t>en h</w:t>
      </w:r>
      <w:r w:rsidRPr="00F86A6E">
        <w:rPr>
          <w:rFonts w:ascii="Arial" w:hAnsi="Arial" w:cs="Arial"/>
          <w:lang w:val="fr-FR"/>
        </w:rPr>
        <w:t xml:space="preserve">auteur </w:t>
      </w:r>
      <w:r>
        <w:rPr>
          <w:rFonts w:ascii="Arial" w:hAnsi="Arial" w:cs="Arial"/>
          <w:lang w:val="fr-FR"/>
        </w:rPr>
        <w:t>durant le montage</w:t>
      </w:r>
    </w:p>
    <w:p w14:paraId="5307C78A" w14:textId="77777777" w:rsidR="00BB7D04" w:rsidRDefault="00BB7D04" w:rsidP="00BB7D04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un p</w:t>
      </w:r>
      <w:r w:rsidRPr="00F86A6E">
        <w:rPr>
          <w:rFonts w:ascii="Arial" w:hAnsi="Arial" w:cs="Arial"/>
          <w:lang w:val="fr-FR"/>
        </w:rPr>
        <w:t>oint de repère facilite la définition de la hauteur de montage par rapport au sol fini</w:t>
      </w:r>
    </w:p>
    <w:p w14:paraId="12C7A1B6" w14:textId="77777777" w:rsidR="00BB7D04" w:rsidRDefault="00BB7D04" w:rsidP="00BB7D04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/>
          <w:lang w:val="fr-FR"/>
        </w:rPr>
        <w:t xml:space="preserve">les </w:t>
      </w:r>
      <w:r w:rsidRPr="00234F4A">
        <w:rPr>
          <w:rFonts w:ascii="Arial" w:hAnsi="Arial"/>
          <w:lang w:val="fr-FR"/>
        </w:rPr>
        <w:t xml:space="preserve">plaquettes </w:t>
      </w:r>
      <w:r>
        <w:rPr>
          <w:rFonts w:ascii="Arial" w:hAnsi="Arial"/>
          <w:lang w:val="fr-FR"/>
        </w:rPr>
        <w:t xml:space="preserve">rectangulaires de base des pieds supports sont pivotantes, elles entrent parfaitement dans les profilés de structures </w:t>
      </w:r>
      <w:r w:rsidRPr="00EA6195">
        <w:rPr>
          <w:rFonts w:ascii="Arial" w:hAnsi="Arial" w:cs="Arial"/>
          <w:lang w:val="fr-FR"/>
        </w:rPr>
        <w:t xml:space="preserve">métalliques en U </w:t>
      </w:r>
      <w:r>
        <w:rPr>
          <w:rFonts w:ascii="Arial" w:hAnsi="Arial" w:cs="Arial"/>
          <w:lang w:val="fr-FR"/>
        </w:rPr>
        <w:t xml:space="preserve">(cloisons) </w:t>
      </w:r>
      <w:r w:rsidRPr="00EA6195">
        <w:rPr>
          <w:rFonts w:ascii="Arial" w:hAnsi="Arial" w:cs="Arial"/>
          <w:lang w:val="fr-FR"/>
        </w:rPr>
        <w:t xml:space="preserve">de 5 et de </w:t>
      </w:r>
      <w:smartTag w:uri="urn:schemas-microsoft-com:office:smarttags" w:element="metricconverter">
        <w:smartTagPr>
          <w:attr w:name="ProductID" w:val="7,5 cm"/>
        </w:smartTagPr>
        <w:r w:rsidRPr="00EA6195">
          <w:rPr>
            <w:rFonts w:ascii="Arial" w:hAnsi="Arial" w:cs="Arial"/>
            <w:lang w:val="fr-FR"/>
          </w:rPr>
          <w:t>7,5 cm</w:t>
        </w:r>
      </w:smartTag>
    </w:p>
    <w:p w14:paraId="7D8807E7" w14:textId="77777777" w:rsidR="00215592" w:rsidRDefault="00215592" w:rsidP="00215592">
      <w:pPr>
        <w:pStyle w:val="Bulleted1"/>
        <w:rPr>
          <w:rFonts w:ascii="Arial" w:hAnsi="Arial" w:cs="Arial"/>
          <w:lang w:val="fr-FR"/>
        </w:rPr>
      </w:pPr>
      <w:r w:rsidRPr="00EA6195">
        <w:rPr>
          <w:rFonts w:ascii="Arial" w:hAnsi="Arial" w:cs="Arial"/>
          <w:lang w:val="fr-FR"/>
        </w:rPr>
        <w:t xml:space="preserve">les plaquettes de </w:t>
      </w:r>
      <w:r>
        <w:rPr>
          <w:rFonts w:ascii="Arial" w:hAnsi="Arial" w:cs="Arial"/>
          <w:lang w:val="fr-FR"/>
        </w:rPr>
        <w:t>base</w:t>
      </w:r>
      <w:r w:rsidRPr="00EA6195">
        <w:rPr>
          <w:rFonts w:ascii="Arial" w:hAnsi="Arial" w:cs="Arial"/>
          <w:lang w:val="fr-FR"/>
        </w:rPr>
        <w:t xml:space="preserve"> des pieds support entrent parfaitement dans les profilés </w:t>
      </w:r>
      <w:r>
        <w:rPr>
          <w:rFonts w:ascii="Arial" w:hAnsi="Arial" w:cs="Arial"/>
          <w:lang w:val="fr-FR"/>
        </w:rPr>
        <w:t xml:space="preserve">du même fabricant </w:t>
      </w:r>
      <w:r w:rsidRPr="00EA6195">
        <w:rPr>
          <w:rFonts w:ascii="Arial" w:hAnsi="Arial" w:cs="Arial"/>
          <w:lang w:val="fr-FR"/>
        </w:rPr>
        <w:t>(pour système</w:t>
      </w:r>
      <w:r>
        <w:rPr>
          <w:rFonts w:ascii="Arial" w:hAnsi="Arial" w:cs="Arial"/>
          <w:lang w:val="fr-FR"/>
        </w:rPr>
        <w:t>s de</w:t>
      </w:r>
      <w:r w:rsidRPr="00862C7F">
        <w:rPr>
          <w:rFonts w:ascii="Arial" w:hAnsi="Arial" w:cs="Arial"/>
          <w:lang w:val="fr-FR"/>
        </w:rPr>
        <w:t xml:space="preserve"> </w:t>
      </w:r>
      <w:r w:rsidRPr="00EA6195">
        <w:rPr>
          <w:rFonts w:ascii="Arial" w:hAnsi="Arial" w:cs="Arial"/>
          <w:lang w:val="fr-FR"/>
        </w:rPr>
        <w:t>cloisons)</w:t>
      </w:r>
    </w:p>
    <w:p w14:paraId="5EE82C78" w14:textId="77777777" w:rsidR="00215592" w:rsidRPr="000C02D1" w:rsidRDefault="00215592" w:rsidP="00215592">
      <w:pPr>
        <w:pStyle w:val="Bulleted1"/>
        <w:rPr>
          <w:rFonts w:cs="Arial"/>
          <w:lang w:val="fr-FR"/>
        </w:rPr>
      </w:pPr>
      <w:r w:rsidRPr="000C02D1">
        <w:rPr>
          <w:lang w:val="fr-FR"/>
        </w:rPr>
        <w:t xml:space="preserve">le cadre de l'élément de montage </w:t>
      </w:r>
      <w:r>
        <w:rPr>
          <w:lang w:val="fr-FR"/>
        </w:rPr>
        <w:t>dispose de</w:t>
      </w:r>
      <w:r w:rsidRPr="000C02D1">
        <w:rPr>
          <w:lang w:val="fr-FR"/>
        </w:rPr>
        <w:t xml:space="preserve"> </w:t>
      </w:r>
      <w:r w:rsidRPr="000C02D1">
        <w:rPr>
          <w:rFonts w:ascii="Arial" w:hAnsi="Arial"/>
          <w:lang w:val="fr-FR"/>
        </w:rPr>
        <w:t>trous de forage</w:t>
      </w:r>
      <w:r>
        <w:rPr>
          <w:rFonts w:ascii="Arial" w:hAnsi="Arial"/>
          <w:lang w:val="fr-FR"/>
        </w:rPr>
        <w:t xml:space="preserve"> de</w:t>
      </w:r>
      <w:r w:rsidRPr="000C02D1">
        <w:rPr>
          <w:rFonts w:ascii="Arial" w:hAnsi="Arial"/>
          <w:lang w:val="fr-FR"/>
        </w:rPr>
        <w:t xml:space="preserve"> ø 9 mm pour la fixation dans une construction à ossature croisée en bois</w:t>
      </w:r>
    </w:p>
    <w:p w14:paraId="0C6E5420" w14:textId="2F22302C" w:rsidR="00AA4C16" w:rsidRPr="00CB5729" w:rsidRDefault="00CB5729" w:rsidP="00297424">
      <w:pPr>
        <w:pStyle w:val="Bulleted1"/>
        <w:rPr>
          <w:rFonts w:ascii="Arial" w:hAnsi="Arial"/>
          <w:lang w:val="fr-BE"/>
        </w:rPr>
      </w:pPr>
      <w:r w:rsidRPr="00CB5729">
        <w:rPr>
          <w:rFonts w:ascii="Arial" w:hAnsi="Arial"/>
          <w:lang w:val="fr-BE"/>
        </w:rPr>
        <w:t xml:space="preserve">support de fixation pour </w:t>
      </w:r>
      <w:r w:rsidR="00DA336D">
        <w:rPr>
          <w:rFonts w:ascii="Arial" w:hAnsi="Arial"/>
          <w:lang w:val="fr-BE"/>
        </w:rPr>
        <w:t>le montage</w:t>
      </w:r>
      <w:r w:rsidR="00AA4C16" w:rsidRPr="00CB5729">
        <w:rPr>
          <w:rFonts w:ascii="Arial" w:hAnsi="Arial"/>
          <w:lang w:val="fr-BE"/>
        </w:rPr>
        <w:t xml:space="preserve"> </w:t>
      </w:r>
      <w:r w:rsidRPr="00CB5729">
        <w:rPr>
          <w:rFonts w:ascii="Arial" w:hAnsi="Arial"/>
          <w:lang w:val="fr-BE"/>
        </w:rPr>
        <w:t>du</w:t>
      </w:r>
      <w:r>
        <w:rPr>
          <w:rFonts w:ascii="Arial" w:hAnsi="Arial"/>
          <w:lang w:val="fr-BE"/>
        </w:rPr>
        <w:t xml:space="preserve"> bec du robinet mural</w:t>
      </w:r>
    </w:p>
    <w:p w14:paraId="7F9E04D2" w14:textId="7C167C83" w:rsidR="00CB4ACA" w:rsidRPr="00DA336D" w:rsidRDefault="00DA336D" w:rsidP="00297424">
      <w:pPr>
        <w:pStyle w:val="Bulleted1"/>
        <w:rPr>
          <w:rFonts w:ascii="Arial" w:hAnsi="Arial"/>
          <w:lang w:val="fr-BE"/>
        </w:rPr>
      </w:pPr>
      <w:r w:rsidRPr="00DA336D">
        <w:rPr>
          <w:rFonts w:ascii="Arial" w:hAnsi="Arial"/>
          <w:lang w:val="fr-BE"/>
        </w:rPr>
        <w:t>boîtier à encastrer</w:t>
      </w:r>
      <w:r w:rsidR="00B822A1" w:rsidRPr="00DA336D">
        <w:rPr>
          <w:rFonts w:ascii="Arial" w:hAnsi="Arial"/>
          <w:lang w:val="fr-BE"/>
        </w:rPr>
        <w:t xml:space="preserve">, </w:t>
      </w:r>
      <w:r w:rsidRPr="00DA336D">
        <w:rPr>
          <w:rFonts w:ascii="Arial" w:hAnsi="Arial"/>
          <w:lang w:val="fr-BE"/>
        </w:rPr>
        <w:t>à droite du siphon à encastrer du lava</w:t>
      </w:r>
      <w:r>
        <w:rPr>
          <w:rFonts w:ascii="Arial" w:hAnsi="Arial"/>
          <w:lang w:val="fr-BE"/>
        </w:rPr>
        <w:t>bo</w:t>
      </w:r>
      <w:r w:rsidR="00B822A1" w:rsidRPr="00DA336D">
        <w:rPr>
          <w:rFonts w:ascii="Arial" w:hAnsi="Arial"/>
          <w:lang w:val="fr-BE"/>
        </w:rPr>
        <w:t xml:space="preserve">, </w:t>
      </w:r>
      <w:r>
        <w:rPr>
          <w:rFonts w:ascii="Arial" w:hAnsi="Arial"/>
          <w:lang w:val="fr-BE"/>
        </w:rPr>
        <w:t>pour le</w:t>
      </w:r>
      <w:r w:rsidR="00B822A1" w:rsidRPr="00DA336D">
        <w:rPr>
          <w:rFonts w:ascii="Arial" w:hAnsi="Arial"/>
          <w:lang w:val="fr-BE"/>
        </w:rPr>
        <w:t xml:space="preserve"> montage </w:t>
      </w:r>
      <w:r>
        <w:rPr>
          <w:rFonts w:ascii="Arial" w:hAnsi="Arial"/>
          <w:lang w:val="fr-BE"/>
        </w:rPr>
        <w:t>de la commande</w:t>
      </w:r>
      <w:r w:rsidR="00B822A1" w:rsidRPr="00DA336D">
        <w:rPr>
          <w:rFonts w:ascii="Arial" w:hAnsi="Arial"/>
          <w:lang w:val="fr-BE"/>
        </w:rPr>
        <w:t xml:space="preserve">, </w:t>
      </w:r>
      <w:r>
        <w:rPr>
          <w:rFonts w:ascii="Arial" w:hAnsi="Arial"/>
          <w:lang w:val="fr-BE"/>
        </w:rPr>
        <w:t>de la vanne et de l'alimentation électrique du robinet mural</w:t>
      </w:r>
    </w:p>
    <w:p w14:paraId="5AE8A90F" w14:textId="11478CF0" w:rsidR="00366A41" w:rsidRPr="00366A41" w:rsidRDefault="00366A41" w:rsidP="00297424">
      <w:pPr>
        <w:pStyle w:val="Bulleted1"/>
        <w:rPr>
          <w:rFonts w:ascii="Arial" w:hAnsi="Arial"/>
          <w:lang w:val="fr-BE"/>
        </w:rPr>
      </w:pPr>
      <w:r w:rsidRPr="00366A41">
        <w:rPr>
          <w:rFonts w:ascii="Arial" w:hAnsi="Arial"/>
          <w:lang w:val="fr-BE"/>
        </w:rPr>
        <w:t xml:space="preserve">tuyaux de raccordement entre le boîtier </w:t>
      </w:r>
      <w:r>
        <w:rPr>
          <w:rFonts w:ascii="Arial" w:hAnsi="Arial"/>
          <w:lang w:val="fr-BE"/>
        </w:rPr>
        <w:t xml:space="preserve">à </w:t>
      </w:r>
      <w:r w:rsidRPr="00366A41">
        <w:rPr>
          <w:rFonts w:ascii="Arial" w:hAnsi="Arial"/>
          <w:lang w:val="fr-BE"/>
        </w:rPr>
        <w:t>encastre</w:t>
      </w:r>
      <w:r>
        <w:rPr>
          <w:rFonts w:ascii="Arial" w:hAnsi="Arial"/>
          <w:lang w:val="fr-BE"/>
        </w:rPr>
        <w:t>r</w:t>
      </w:r>
      <w:r w:rsidRPr="00366A41">
        <w:rPr>
          <w:rFonts w:ascii="Arial" w:hAnsi="Arial"/>
          <w:lang w:val="fr-BE"/>
        </w:rPr>
        <w:t xml:space="preserve"> et le support de </w:t>
      </w:r>
      <w:r>
        <w:rPr>
          <w:rFonts w:ascii="Arial" w:hAnsi="Arial"/>
          <w:lang w:val="fr-BE"/>
        </w:rPr>
        <w:t>fixation</w:t>
      </w:r>
      <w:r w:rsidRPr="00366A41">
        <w:rPr>
          <w:rFonts w:ascii="Arial" w:hAnsi="Arial"/>
          <w:lang w:val="fr-BE"/>
        </w:rPr>
        <w:t xml:space="preserve"> pour le montage d</w:t>
      </w:r>
      <w:r>
        <w:rPr>
          <w:rFonts w:ascii="Arial" w:hAnsi="Arial"/>
          <w:lang w:val="fr-BE"/>
        </w:rPr>
        <w:t>u bec</w:t>
      </w:r>
      <w:r w:rsidRPr="00366A41">
        <w:rPr>
          <w:rFonts w:ascii="Arial" w:hAnsi="Arial"/>
          <w:lang w:val="fr-BE"/>
        </w:rPr>
        <w:t xml:space="preserve"> du robinet mural</w:t>
      </w:r>
    </w:p>
    <w:p w14:paraId="6BE8B1D9" w14:textId="42B77DC4" w:rsidR="00CB4ACA" w:rsidRPr="003F2086" w:rsidRDefault="003F2086" w:rsidP="00297424">
      <w:pPr>
        <w:pStyle w:val="Bulleted1"/>
        <w:rPr>
          <w:rFonts w:ascii="Arial" w:hAnsi="Arial"/>
          <w:lang w:val="fr-BE"/>
        </w:rPr>
      </w:pPr>
      <w:r w:rsidRPr="003F2086">
        <w:rPr>
          <w:rFonts w:ascii="Arial" w:hAnsi="Arial"/>
          <w:lang w:val="fr-BE"/>
        </w:rPr>
        <w:t xml:space="preserve">siphon à encastrer réglable en hauteur de </w:t>
      </w:r>
      <w:r w:rsidR="00D90799" w:rsidRPr="003F2086">
        <w:rPr>
          <w:rFonts w:ascii="Arial" w:hAnsi="Arial"/>
          <w:lang w:val="fr-BE"/>
        </w:rPr>
        <w:t xml:space="preserve">+- 3 cm </w:t>
      </w:r>
      <w:r>
        <w:rPr>
          <w:rFonts w:ascii="Arial" w:hAnsi="Arial"/>
          <w:lang w:val="fr-BE"/>
        </w:rPr>
        <w:t>e</w:t>
      </w:r>
      <w:r w:rsidR="00D90799" w:rsidRPr="003F2086">
        <w:rPr>
          <w:rFonts w:ascii="Arial" w:hAnsi="Arial"/>
          <w:lang w:val="fr-BE"/>
        </w:rPr>
        <w:t xml:space="preserve">n </w:t>
      </w:r>
      <w:r>
        <w:rPr>
          <w:rFonts w:ascii="Arial" w:hAnsi="Arial"/>
          <w:lang w:val="fr-BE"/>
        </w:rPr>
        <w:t>phase de finition</w:t>
      </w:r>
    </w:p>
    <w:p w14:paraId="58FBAFB7" w14:textId="7BDC212F" w:rsidR="00C469C2" w:rsidRPr="003F2086" w:rsidRDefault="003F2086" w:rsidP="00D426C3">
      <w:pPr>
        <w:pStyle w:val="Bulleted1"/>
        <w:rPr>
          <w:rFonts w:ascii="Arial" w:hAnsi="Arial"/>
          <w:lang w:val="fr-BE"/>
        </w:rPr>
      </w:pPr>
      <w:r w:rsidRPr="003F2086">
        <w:rPr>
          <w:rFonts w:ascii="Arial" w:hAnsi="Arial"/>
          <w:lang w:val="fr-BE"/>
        </w:rPr>
        <w:t>les tiges filetées de fixations</w:t>
      </w:r>
      <w:r w:rsidR="00F12888" w:rsidRPr="003F2086">
        <w:rPr>
          <w:rFonts w:ascii="Arial" w:hAnsi="Arial"/>
          <w:lang w:val="fr-BE"/>
        </w:rPr>
        <w:t xml:space="preserve"> </w:t>
      </w:r>
      <w:r w:rsidR="006360F2" w:rsidRPr="003F2086">
        <w:rPr>
          <w:rFonts w:ascii="Arial" w:hAnsi="Arial"/>
          <w:lang w:val="fr-BE"/>
        </w:rPr>
        <w:t>M</w:t>
      </w:r>
      <w:r w:rsidR="00006873" w:rsidRPr="003F2086">
        <w:rPr>
          <w:rFonts w:ascii="Arial" w:hAnsi="Arial"/>
          <w:lang w:val="fr-BE"/>
        </w:rPr>
        <w:t>8</w:t>
      </w:r>
      <w:r w:rsidR="006360F2" w:rsidRPr="003F2086">
        <w:rPr>
          <w:rFonts w:ascii="Arial" w:hAnsi="Arial"/>
          <w:lang w:val="fr-BE"/>
        </w:rPr>
        <w:t xml:space="preserve"> (</w:t>
      </w:r>
      <w:r w:rsidRPr="003F2086">
        <w:rPr>
          <w:rFonts w:ascii="Arial" w:hAnsi="Arial"/>
          <w:lang w:val="fr-BE"/>
        </w:rPr>
        <w:t>suspension du lavabo</w:t>
      </w:r>
      <w:r w:rsidR="006360F2" w:rsidRPr="003F2086">
        <w:rPr>
          <w:rFonts w:ascii="Arial" w:hAnsi="Arial"/>
          <w:lang w:val="fr-BE"/>
        </w:rPr>
        <w:t xml:space="preserve">) </w:t>
      </w:r>
      <w:r w:rsidRPr="003F2086">
        <w:rPr>
          <w:rFonts w:ascii="Arial" w:hAnsi="Arial"/>
          <w:lang w:val="fr-BE"/>
        </w:rPr>
        <w:t>avec un</w:t>
      </w:r>
      <w:r>
        <w:rPr>
          <w:rFonts w:ascii="Arial" w:hAnsi="Arial"/>
          <w:lang w:val="fr-BE"/>
        </w:rPr>
        <w:t xml:space="preserve"> ent</w:t>
      </w:r>
      <w:r w:rsidR="005E5A53">
        <w:rPr>
          <w:rFonts w:ascii="Arial" w:hAnsi="Arial"/>
          <w:lang w:val="fr-BE"/>
        </w:rPr>
        <w:t>raxe</w:t>
      </w:r>
      <w:r w:rsidR="00F12888" w:rsidRPr="003F2086">
        <w:rPr>
          <w:rFonts w:ascii="Arial" w:hAnsi="Arial"/>
          <w:lang w:val="fr-BE"/>
        </w:rPr>
        <w:t xml:space="preserve"> </w:t>
      </w:r>
      <w:r w:rsidR="00431490">
        <w:rPr>
          <w:rFonts w:ascii="Arial" w:hAnsi="Arial"/>
          <w:lang w:val="fr-BE"/>
        </w:rPr>
        <w:t>réglable de</w:t>
      </w:r>
      <w:r w:rsidR="00F12888" w:rsidRPr="003F2086">
        <w:rPr>
          <w:rFonts w:ascii="Arial" w:hAnsi="Arial"/>
          <w:lang w:val="fr-BE"/>
        </w:rPr>
        <w:t xml:space="preserve"> </w:t>
      </w:r>
      <w:r w:rsidR="00006873" w:rsidRPr="003F2086">
        <w:rPr>
          <w:rFonts w:ascii="Arial" w:hAnsi="Arial"/>
          <w:lang w:val="fr-BE"/>
        </w:rPr>
        <w:t>5</w:t>
      </w:r>
      <w:r w:rsidR="00F12888" w:rsidRPr="003F2086">
        <w:rPr>
          <w:rFonts w:ascii="Arial" w:hAnsi="Arial"/>
          <w:lang w:val="fr-BE"/>
        </w:rPr>
        <w:t xml:space="preserve"> cm </w:t>
      </w:r>
      <w:r w:rsidR="00431490">
        <w:rPr>
          <w:rFonts w:ascii="Arial" w:hAnsi="Arial"/>
          <w:lang w:val="fr-BE"/>
        </w:rPr>
        <w:t>à</w:t>
      </w:r>
      <w:r w:rsidR="00F12888" w:rsidRPr="003F2086">
        <w:rPr>
          <w:rFonts w:ascii="Arial" w:hAnsi="Arial"/>
          <w:lang w:val="fr-BE"/>
        </w:rPr>
        <w:t xml:space="preserve"> 3</w:t>
      </w:r>
      <w:r w:rsidR="00006873" w:rsidRPr="003F2086">
        <w:rPr>
          <w:rFonts w:ascii="Arial" w:hAnsi="Arial"/>
          <w:lang w:val="fr-BE"/>
        </w:rPr>
        <w:t>8</w:t>
      </w:r>
      <w:r w:rsidR="00F12888" w:rsidRPr="003F2086">
        <w:rPr>
          <w:rFonts w:ascii="Arial" w:hAnsi="Arial"/>
          <w:lang w:val="fr-BE"/>
        </w:rPr>
        <w:t xml:space="preserve"> cm </w:t>
      </w:r>
      <w:r w:rsidR="00431490">
        <w:rPr>
          <w:rFonts w:ascii="Arial" w:hAnsi="Arial"/>
          <w:lang w:val="fr-BE"/>
        </w:rPr>
        <w:t>sont prévues dans l'élément de</w:t>
      </w:r>
      <w:r w:rsidR="006360F2" w:rsidRPr="003F2086">
        <w:rPr>
          <w:rFonts w:ascii="Arial" w:hAnsi="Arial"/>
          <w:lang w:val="fr-BE"/>
        </w:rPr>
        <w:t xml:space="preserve"> montage</w:t>
      </w:r>
    </w:p>
    <w:p w14:paraId="4A90F03F" w14:textId="77777777" w:rsidR="00B822A1" w:rsidRPr="003F2086" w:rsidRDefault="00B822A1">
      <w:pPr>
        <w:rPr>
          <w:rFonts w:ascii="Arial" w:hAnsi="Arial"/>
          <w:lang w:val="fr-BE"/>
        </w:rPr>
      </w:pPr>
      <w:r w:rsidRPr="003F2086">
        <w:rPr>
          <w:rFonts w:ascii="Arial" w:hAnsi="Arial"/>
          <w:lang w:val="fr-BE"/>
        </w:rPr>
        <w:br w:type="page"/>
      </w:r>
    </w:p>
    <w:p w14:paraId="355D88E3" w14:textId="58709E2A" w:rsidR="003A5000" w:rsidRPr="00981C24" w:rsidRDefault="00CC7EB7" w:rsidP="003A5000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lastRenderedPageBreak/>
        <w:t>Dimensions</w:t>
      </w:r>
      <w:proofErr w:type="spellEnd"/>
    </w:p>
    <w:tbl>
      <w:tblPr>
        <w:tblW w:w="9663" w:type="dxa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13"/>
        <w:gridCol w:w="1268"/>
        <w:gridCol w:w="85"/>
        <w:gridCol w:w="142"/>
        <w:gridCol w:w="142"/>
        <w:gridCol w:w="6713"/>
      </w:tblGrid>
      <w:tr w:rsidR="0020639C" w:rsidRPr="00735DE7" w14:paraId="250D4F22" w14:textId="77777777" w:rsidTr="00CC7EB7">
        <w:tc>
          <w:tcPr>
            <w:tcW w:w="1313" w:type="dxa"/>
          </w:tcPr>
          <w:p w14:paraId="60594ACC" w14:textId="5BF4B83D" w:rsidR="0020639C" w:rsidRPr="00735DE7" w:rsidRDefault="00CC7EB7" w:rsidP="00157D48">
            <w:proofErr w:type="spellStart"/>
            <w:r>
              <w:rPr>
                <w:rFonts w:ascii="Arial" w:hAnsi="Arial"/>
              </w:rPr>
              <w:t>largeur</w:t>
            </w:r>
            <w:proofErr w:type="spellEnd"/>
            <w:r w:rsidR="0020639C" w:rsidRPr="00292A26">
              <w:rPr>
                <w:rFonts w:ascii="Arial" w:hAnsi="Arial"/>
              </w:rPr>
              <w:t>:</w:t>
            </w:r>
          </w:p>
        </w:tc>
        <w:tc>
          <w:tcPr>
            <w:tcW w:w="1268" w:type="dxa"/>
          </w:tcPr>
          <w:p w14:paraId="5C97683F" w14:textId="77777777" w:rsidR="0020639C" w:rsidRPr="00735DE7" w:rsidRDefault="006D7C06" w:rsidP="00157D48">
            <w:pPr>
              <w:jc w:val="right"/>
            </w:pPr>
            <w:r w:rsidRPr="00292A26">
              <w:rPr>
                <w:rFonts w:ascii="Arial" w:hAnsi="Arial"/>
              </w:rPr>
              <w:t>5</w:t>
            </w:r>
            <w:r w:rsidR="00A220AA" w:rsidRPr="00292A26">
              <w:rPr>
                <w:rFonts w:ascii="Arial" w:hAnsi="Arial"/>
              </w:rPr>
              <w:t>0</w:t>
            </w:r>
          </w:p>
        </w:tc>
        <w:tc>
          <w:tcPr>
            <w:tcW w:w="85" w:type="dxa"/>
          </w:tcPr>
          <w:p w14:paraId="3787278F" w14:textId="77777777" w:rsidR="0020639C" w:rsidRPr="00735DE7" w:rsidRDefault="0020639C" w:rsidP="00157D48"/>
        </w:tc>
        <w:tc>
          <w:tcPr>
            <w:tcW w:w="142" w:type="dxa"/>
          </w:tcPr>
          <w:p w14:paraId="5705574A" w14:textId="77777777" w:rsidR="0020639C" w:rsidRPr="00735DE7" w:rsidRDefault="0020639C" w:rsidP="00157D48"/>
        </w:tc>
        <w:tc>
          <w:tcPr>
            <w:tcW w:w="142" w:type="dxa"/>
          </w:tcPr>
          <w:p w14:paraId="02F29085" w14:textId="77777777" w:rsidR="0020639C" w:rsidRPr="00735DE7" w:rsidRDefault="0020639C" w:rsidP="00157D48"/>
        </w:tc>
        <w:tc>
          <w:tcPr>
            <w:tcW w:w="6713" w:type="dxa"/>
          </w:tcPr>
          <w:p w14:paraId="2E9F019A" w14:textId="77777777" w:rsidR="0020639C" w:rsidRPr="00735DE7" w:rsidRDefault="0020639C" w:rsidP="00157D48">
            <w:r w:rsidRPr="00292A26">
              <w:rPr>
                <w:rFonts w:ascii="Arial" w:hAnsi="Arial"/>
              </w:rPr>
              <w:t>cm</w:t>
            </w:r>
          </w:p>
        </w:tc>
      </w:tr>
      <w:tr w:rsidR="0020639C" w:rsidRPr="00735DE7" w14:paraId="209DADF3" w14:textId="77777777" w:rsidTr="00CC7EB7">
        <w:tc>
          <w:tcPr>
            <w:tcW w:w="1313" w:type="dxa"/>
          </w:tcPr>
          <w:p w14:paraId="0AA1A232" w14:textId="07212270" w:rsidR="0020639C" w:rsidRPr="00735DE7" w:rsidRDefault="0020639C" w:rsidP="00157D48">
            <w:proofErr w:type="spellStart"/>
            <w:r w:rsidRPr="00292A26">
              <w:rPr>
                <w:rFonts w:ascii="Arial" w:hAnsi="Arial"/>
              </w:rPr>
              <w:t>h</w:t>
            </w:r>
            <w:r w:rsidR="00CC7EB7">
              <w:rPr>
                <w:rFonts w:ascii="Arial" w:hAnsi="Arial"/>
              </w:rPr>
              <w:t>auteur</w:t>
            </w:r>
            <w:proofErr w:type="spellEnd"/>
            <w:r w:rsidRPr="00292A26">
              <w:rPr>
                <w:rFonts w:ascii="Arial" w:hAnsi="Arial"/>
              </w:rPr>
              <w:t>:</w:t>
            </w:r>
          </w:p>
        </w:tc>
        <w:tc>
          <w:tcPr>
            <w:tcW w:w="1268" w:type="dxa"/>
          </w:tcPr>
          <w:p w14:paraId="75D81FA5" w14:textId="77777777" w:rsidR="0020639C" w:rsidRPr="00735DE7" w:rsidRDefault="0020639C" w:rsidP="00157D48">
            <w:pPr>
              <w:jc w:val="right"/>
            </w:pPr>
            <w:r w:rsidRPr="00292A26">
              <w:rPr>
                <w:rFonts w:ascii="Arial" w:hAnsi="Arial"/>
              </w:rPr>
              <w:t>1</w:t>
            </w:r>
            <w:r w:rsidR="00B822A1">
              <w:rPr>
                <w:rFonts w:ascii="Arial" w:hAnsi="Arial"/>
              </w:rPr>
              <w:t>3</w:t>
            </w:r>
            <w:r w:rsidR="0074417B">
              <w:rPr>
                <w:rFonts w:ascii="Arial" w:hAnsi="Arial"/>
              </w:rPr>
              <w:t>0</w:t>
            </w:r>
            <w:r w:rsidRPr="00292A26">
              <w:rPr>
                <w:rFonts w:ascii="Arial" w:hAnsi="Arial"/>
              </w:rPr>
              <w:t xml:space="preserve"> </w:t>
            </w:r>
          </w:p>
        </w:tc>
        <w:tc>
          <w:tcPr>
            <w:tcW w:w="85" w:type="dxa"/>
          </w:tcPr>
          <w:p w14:paraId="7F42E1B7" w14:textId="77777777" w:rsidR="0020639C" w:rsidRPr="00735DE7" w:rsidRDefault="0020639C" w:rsidP="00157D48"/>
        </w:tc>
        <w:tc>
          <w:tcPr>
            <w:tcW w:w="142" w:type="dxa"/>
          </w:tcPr>
          <w:p w14:paraId="43DA3586" w14:textId="77777777" w:rsidR="0020639C" w:rsidRPr="00735DE7" w:rsidRDefault="0020639C" w:rsidP="00157D48"/>
        </w:tc>
        <w:tc>
          <w:tcPr>
            <w:tcW w:w="142" w:type="dxa"/>
          </w:tcPr>
          <w:p w14:paraId="25441BE4" w14:textId="77777777" w:rsidR="0020639C" w:rsidRPr="00735DE7" w:rsidRDefault="0020639C" w:rsidP="00157D48"/>
        </w:tc>
        <w:tc>
          <w:tcPr>
            <w:tcW w:w="6713" w:type="dxa"/>
          </w:tcPr>
          <w:p w14:paraId="40EEB4DF" w14:textId="77777777" w:rsidR="0020639C" w:rsidRPr="00735DE7" w:rsidRDefault="0020639C" w:rsidP="00157D48">
            <w:r w:rsidRPr="00292A26">
              <w:rPr>
                <w:rFonts w:ascii="Arial" w:hAnsi="Arial"/>
              </w:rPr>
              <w:t>cm</w:t>
            </w:r>
          </w:p>
        </w:tc>
      </w:tr>
      <w:tr w:rsidR="0020639C" w:rsidRPr="00CC7EB7" w14:paraId="7529FBCC" w14:textId="77777777" w:rsidTr="00CC7EB7">
        <w:tc>
          <w:tcPr>
            <w:tcW w:w="1313" w:type="dxa"/>
          </w:tcPr>
          <w:p w14:paraId="5C26FC12" w14:textId="392BCD61" w:rsidR="0020639C" w:rsidRPr="00735DE7" w:rsidRDefault="00CC7EB7" w:rsidP="00157D48">
            <w:proofErr w:type="spellStart"/>
            <w:r>
              <w:rPr>
                <w:rFonts w:ascii="Arial" w:hAnsi="Arial"/>
              </w:rPr>
              <w:t>profondeur</w:t>
            </w:r>
            <w:proofErr w:type="spellEnd"/>
            <w:r w:rsidR="0020639C" w:rsidRPr="00292A26">
              <w:rPr>
                <w:rFonts w:ascii="Arial" w:hAnsi="Arial"/>
              </w:rPr>
              <w:t>:</w:t>
            </w:r>
          </w:p>
        </w:tc>
        <w:tc>
          <w:tcPr>
            <w:tcW w:w="1268" w:type="dxa"/>
          </w:tcPr>
          <w:p w14:paraId="5EA1329A" w14:textId="77777777" w:rsidR="0020639C" w:rsidRPr="00735DE7" w:rsidRDefault="00B822A1" w:rsidP="00157D48">
            <w:pPr>
              <w:jc w:val="right"/>
            </w:pPr>
            <w:r>
              <w:rPr>
                <w:rFonts w:ascii="Arial" w:hAnsi="Arial"/>
              </w:rPr>
              <w:t>7</w:t>
            </w:r>
            <w:r w:rsidR="006D7C06" w:rsidRPr="00292A26">
              <w:rPr>
                <w:rFonts w:ascii="Arial" w:hAnsi="Arial"/>
              </w:rPr>
              <w:t xml:space="preserve"> </w:t>
            </w:r>
          </w:p>
        </w:tc>
        <w:tc>
          <w:tcPr>
            <w:tcW w:w="85" w:type="dxa"/>
          </w:tcPr>
          <w:p w14:paraId="691F25A5" w14:textId="77777777" w:rsidR="0020639C" w:rsidRPr="00735DE7" w:rsidRDefault="00B822A1" w:rsidP="00157D48">
            <w:r>
              <w:t>,</w:t>
            </w:r>
          </w:p>
        </w:tc>
        <w:tc>
          <w:tcPr>
            <w:tcW w:w="142" w:type="dxa"/>
          </w:tcPr>
          <w:p w14:paraId="6AF413C4" w14:textId="77777777" w:rsidR="0020639C" w:rsidRPr="00735DE7" w:rsidRDefault="00135D94" w:rsidP="00157D48">
            <w:r>
              <w:t>4</w:t>
            </w:r>
          </w:p>
        </w:tc>
        <w:tc>
          <w:tcPr>
            <w:tcW w:w="142" w:type="dxa"/>
          </w:tcPr>
          <w:p w14:paraId="30A72477" w14:textId="77777777" w:rsidR="0020639C" w:rsidRPr="00735DE7" w:rsidRDefault="0020639C" w:rsidP="00157D48"/>
        </w:tc>
        <w:tc>
          <w:tcPr>
            <w:tcW w:w="6713" w:type="dxa"/>
          </w:tcPr>
          <w:p w14:paraId="172EB031" w14:textId="34602AD7" w:rsidR="0020639C" w:rsidRPr="00CC7EB7" w:rsidRDefault="005B171C" w:rsidP="00157D48">
            <w:pPr>
              <w:rPr>
                <w:rFonts w:ascii="Arial" w:hAnsi="Arial"/>
                <w:lang w:val="fr-BE"/>
              </w:rPr>
            </w:pPr>
            <w:r w:rsidRPr="00CC7EB7">
              <w:rPr>
                <w:rFonts w:ascii="Arial" w:hAnsi="Arial"/>
                <w:lang w:val="fr-BE"/>
              </w:rPr>
              <w:t>c</w:t>
            </w:r>
            <w:r w:rsidR="0020639C" w:rsidRPr="00CC7EB7">
              <w:rPr>
                <w:rFonts w:ascii="Arial" w:hAnsi="Arial"/>
                <w:lang w:val="fr-BE"/>
              </w:rPr>
              <w:t>m</w:t>
            </w:r>
            <w:r w:rsidRPr="00CC7EB7">
              <w:rPr>
                <w:rFonts w:ascii="Arial" w:hAnsi="Arial"/>
                <w:lang w:val="fr-BE"/>
              </w:rPr>
              <w:t xml:space="preserve"> (</w:t>
            </w:r>
            <w:r w:rsidR="00CC7EB7" w:rsidRPr="00CC7EB7">
              <w:rPr>
                <w:rFonts w:ascii="Arial" w:hAnsi="Arial"/>
                <w:lang w:val="fr-BE"/>
              </w:rPr>
              <w:t>avec siphon à encastrer inclus</w:t>
            </w:r>
            <w:r w:rsidRPr="00CC7EB7">
              <w:rPr>
                <w:rFonts w:ascii="Arial" w:hAnsi="Arial"/>
                <w:lang w:val="fr-BE"/>
              </w:rPr>
              <w:t>)</w:t>
            </w:r>
          </w:p>
        </w:tc>
      </w:tr>
    </w:tbl>
    <w:p w14:paraId="66ADC38F" w14:textId="2246B199" w:rsidR="00283DAD" w:rsidRPr="00981C24" w:rsidRDefault="00CC7EB7" w:rsidP="00283DAD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Accessoires</w:t>
      </w:r>
    </w:p>
    <w:p w14:paraId="333427EE" w14:textId="0044584A" w:rsidR="002F38FE" w:rsidRPr="00B71196" w:rsidRDefault="00B71196" w:rsidP="002F38FE">
      <w:pPr>
        <w:pStyle w:val="Bulleted1"/>
        <w:rPr>
          <w:rFonts w:ascii="Arial" w:hAnsi="Arial"/>
          <w:lang w:val="fr-BE"/>
        </w:rPr>
      </w:pPr>
      <w:r>
        <w:rPr>
          <w:lang w:val="fr-FR"/>
        </w:rPr>
        <w:t>le s</w:t>
      </w:r>
      <w:r w:rsidRPr="00F86A6E">
        <w:rPr>
          <w:lang w:val="fr-FR"/>
        </w:rPr>
        <w:t>et de fixation murale</w:t>
      </w:r>
      <w:r>
        <w:rPr>
          <w:lang w:val="fr-FR"/>
        </w:rPr>
        <w:t>,</w:t>
      </w:r>
      <w:r w:rsidRPr="00F86A6E">
        <w:rPr>
          <w:lang w:val="fr-FR"/>
        </w:rPr>
        <w:t xml:space="preserve"> pour la fixation de l'élément contre un mur</w:t>
      </w:r>
      <w:r>
        <w:rPr>
          <w:lang w:val="fr-FR"/>
        </w:rPr>
        <w:t xml:space="preserve">, </w:t>
      </w:r>
      <w:r w:rsidRPr="00F86A6E">
        <w:rPr>
          <w:lang w:val="fr-FR"/>
        </w:rPr>
        <w:t>se compose de</w:t>
      </w:r>
      <w:r>
        <w:rPr>
          <w:lang w:val="fr-FR"/>
        </w:rPr>
        <w:t xml:space="preserve"> </w:t>
      </w:r>
      <w:r w:rsidRPr="00C0538B">
        <w:rPr>
          <w:lang w:val="fr-BE"/>
        </w:rPr>
        <w:t>2 béquilles métalliques murales avec vis de réglage</w:t>
      </w:r>
      <w:r>
        <w:rPr>
          <w:lang w:val="fr-BE"/>
        </w:rPr>
        <w:t xml:space="preserve"> (M10)</w:t>
      </w:r>
      <w:r w:rsidRPr="00C0538B">
        <w:rPr>
          <w:lang w:val="fr-BE"/>
        </w:rPr>
        <w:t>, ajustables en profondeur sans cran</w:t>
      </w:r>
      <w:r>
        <w:rPr>
          <w:lang w:val="fr-BE"/>
        </w:rPr>
        <w:t>, par le devant</w:t>
      </w:r>
      <w:r w:rsidRPr="00C0538B">
        <w:rPr>
          <w:lang w:val="fr-BE"/>
        </w:rPr>
        <w:t xml:space="preserve">; pour le réglage de la profondeur de la cloison en applique entre 13,5 et </w:t>
      </w:r>
      <w:smartTag w:uri="urn:schemas-microsoft-com:office:smarttags" w:element="metricconverter">
        <w:smartTagPr>
          <w:attr w:name="ProductID" w:val="20 cm"/>
        </w:smartTagPr>
        <w:r w:rsidRPr="00C0538B">
          <w:rPr>
            <w:lang w:val="fr-BE"/>
          </w:rPr>
          <w:t>20 cm</w:t>
        </w:r>
      </w:smartTag>
      <w:r w:rsidRPr="00C0538B">
        <w:rPr>
          <w:lang w:val="fr-BE"/>
        </w:rPr>
        <w:t xml:space="preserve"> (</w:t>
      </w:r>
      <w:r>
        <w:rPr>
          <w:lang w:val="fr-BE"/>
        </w:rPr>
        <w:t>hors finition</w:t>
      </w:r>
      <w:r w:rsidRPr="00C0538B">
        <w:rPr>
          <w:lang w:val="fr-BE"/>
        </w:rPr>
        <w:t>)</w:t>
      </w:r>
    </w:p>
    <w:p w14:paraId="72ECAD46" w14:textId="43551038" w:rsidR="00F9328C" w:rsidRPr="00B71196" w:rsidRDefault="00B71196" w:rsidP="00F9328C">
      <w:pPr>
        <w:pStyle w:val="Bulleted2"/>
        <w:rPr>
          <w:rFonts w:ascii="Arial" w:hAnsi="Arial"/>
          <w:lang w:val="fr-BE"/>
        </w:rPr>
      </w:pPr>
      <w:r>
        <w:rPr>
          <w:lang w:val="fr-BE"/>
        </w:rPr>
        <w:t xml:space="preserve">les </w:t>
      </w:r>
      <w:r w:rsidRPr="00C0538B">
        <w:rPr>
          <w:lang w:val="fr-BE"/>
        </w:rPr>
        <w:t>béquilles métalliques</w:t>
      </w:r>
      <w:r>
        <w:rPr>
          <w:lang w:val="fr-BE"/>
        </w:rPr>
        <w:t xml:space="preserve"> murales du set de fixation </w:t>
      </w:r>
      <w:r>
        <w:rPr>
          <w:rFonts w:ascii="Arial" w:hAnsi="Arial" w:cs="Arial"/>
          <w:lang w:val="fr-FR"/>
        </w:rPr>
        <w:t>sont orientables sur 360°</w:t>
      </w:r>
    </w:p>
    <w:p w14:paraId="7CC05222" w14:textId="5CBAB149" w:rsidR="0025463E" w:rsidRPr="006C265E" w:rsidRDefault="006C265E" w:rsidP="0025463E">
      <w:pPr>
        <w:pStyle w:val="Bulleted1"/>
        <w:rPr>
          <w:rFonts w:ascii="Arial" w:hAnsi="Arial"/>
          <w:lang w:val="fr-BE"/>
        </w:rPr>
      </w:pPr>
      <w:r w:rsidRPr="006C265E">
        <w:rPr>
          <w:rFonts w:ascii="Arial" w:hAnsi="Arial"/>
          <w:lang w:val="fr-BE"/>
        </w:rPr>
        <w:t>plaque de recouvrement</w:t>
      </w:r>
      <w:r w:rsidR="0025463E" w:rsidRPr="006C265E">
        <w:rPr>
          <w:rFonts w:ascii="Arial" w:hAnsi="Arial"/>
          <w:lang w:val="fr-BE"/>
        </w:rPr>
        <w:t>, 16,4</w:t>
      </w:r>
      <w:r w:rsidR="00046856" w:rsidRPr="006C265E">
        <w:rPr>
          <w:rFonts w:ascii="Arial" w:hAnsi="Arial"/>
          <w:lang w:val="fr-BE"/>
        </w:rPr>
        <w:t xml:space="preserve"> (h</w:t>
      </w:r>
      <w:r w:rsidRPr="006C265E">
        <w:rPr>
          <w:rFonts w:ascii="Arial" w:hAnsi="Arial"/>
          <w:lang w:val="fr-BE"/>
        </w:rPr>
        <w:t>auteur</w:t>
      </w:r>
      <w:r w:rsidR="00046856" w:rsidRPr="006C265E">
        <w:rPr>
          <w:rFonts w:ascii="Arial" w:hAnsi="Arial"/>
          <w:lang w:val="fr-BE"/>
        </w:rPr>
        <w:t>)</w:t>
      </w:r>
      <w:r w:rsidR="0025463E" w:rsidRPr="006C265E">
        <w:rPr>
          <w:rFonts w:ascii="Arial" w:hAnsi="Arial"/>
          <w:lang w:val="fr-BE"/>
        </w:rPr>
        <w:t xml:space="preserve"> x </w:t>
      </w:r>
      <w:r w:rsidR="00046856" w:rsidRPr="006C265E">
        <w:rPr>
          <w:rFonts w:ascii="Arial" w:hAnsi="Arial"/>
          <w:lang w:val="fr-BE"/>
        </w:rPr>
        <w:t>30,0 (</w:t>
      </w:r>
      <w:r w:rsidRPr="006C265E">
        <w:rPr>
          <w:rFonts w:ascii="Arial" w:hAnsi="Arial"/>
          <w:lang w:val="fr-BE"/>
        </w:rPr>
        <w:t>largeur</w:t>
      </w:r>
      <w:r w:rsidR="00046856" w:rsidRPr="006C265E">
        <w:rPr>
          <w:rFonts w:ascii="Arial" w:hAnsi="Arial"/>
          <w:lang w:val="fr-BE"/>
        </w:rPr>
        <w:t>)</w:t>
      </w:r>
      <w:r w:rsidR="0025463E" w:rsidRPr="006C265E">
        <w:rPr>
          <w:rFonts w:ascii="Arial" w:hAnsi="Arial"/>
          <w:lang w:val="fr-BE"/>
        </w:rPr>
        <w:t xml:space="preserve"> cm, </w:t>
      </w:r>
      <w:r w:rsidRPr="006C265E">
        <w:rPr>
          <w:rFonts w:ascii="Arial" w:hAnsi="Arial"/>
          <w:lang w:val="fr-BE"/>
        </w:rPr>
        <w:t>pour</w:t>
      </w:r>
      <w:r w:rsidR="0025463E" w:rsidRPr="006C265E">
        <w:rPr>
          <w:rFonts w:ascii="Arial" w:hAnsi="Arial"/>
          <w:lang w:val="fr-BE"/>
        </w:rPr>
        <w:t xml:space="preserve"> </w:t>
      </w:r>
      <w:r w:rsidRPr="006C265E">
        <w:rPr>
          <w:rFonts w:ascii="Arial" w:hAnsi="Arial"/>
          <w:lang w:val="fr-BE"/>
        </w:rPr>
        <w:t>boîtier à enca</w:t>
      </w:r>
      <w:r>
        <w:rPr>
          <w:rFonts w:ascii="Arial" w:hAnsi="Arial"/>
          <w:lang w:val="fr-BE"/>
        </w:rPr>
        <w:t>strer et siphon à encastrer</w:t>
      </w:r>
      <w:r w:rsidR="0025463E" w:rsidRPr="006C265E">
        <w:rPr>
          <w:rFonts w:ascii="Arial" w:hAnsi="Arial"/>
          <w:lang w:val="fr-BE"/>
        </w:rPr>
        <w:t xml:space="preserve">, </w:t>
      </w:r>
      <w:r>
        <w:rPr>
          <w:rFonts w:ascii="Arial" w:hAnsi="Arial"/>
          <w:lang w:val="fr-BE"/>
        </w:rPr>
        <w:t>en matière synthétique</w:t>
      </w:r>
      <w:r w:rsidR="0025463E" w:rsidRPr="006C265E">
        <w:rPr>
          <w:rFonts w:ascii="Arial" w:hAnsi="Arial"/>
          <w:lang w:val="fr-BE"/>
        </w:rPr>
        <w:t xml:space="preserve">; </w:t>
      </w:r>
      <w:r>
        <w:rPr>
          <w:rFonts w:ascii="Arial" w:hAnsi="Arial"/>
          <w:lang w:val="fr-BE"/>
        </w:rPr>
        <w:t>couleur</w:t>
      </w:r>
      <w:r w:rsidR="0025463E" w:rsidRPr="006C265E">
        <w:rPr>
          <w:rFonts w:ascii="Arial" w:hAnsi="Arial"/>
          <w:lang w:val="fr-BE"/>
        </w:rPr>
        <w:t xml:space="preserve">: </w:t>
      </w:r>
      <w:r>
        <w:rPr>
          <w:rFonts w:ascii="Arial" w:hAnsi="Arial"/>
          <w:lang w:val="fr-BE"/>
        </w:rPr>
        <w:t>blanc</w:t>
      </w:r>
    </w:p>
    <w:p w14:paraId="791BDE5B" w14:textId="30EB8C48" w:rsidR="008D0552" w:rsidRPr="00B64DD5" w:rsidRDefault="00016FF3" w:rsidP="008D055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P</w:t>
      </w:r>
      <w:r w:rsidR="005C32AB">
        <w:rPr>
          <w:rFonts w:ascii="Arial" w:hAnsi="Arial"/>
          <w:b/>
        </w:rPr>
        <w:t>ose</w:t>
      </w:r>
    </w:p>
    <w:p w14:paraId="3D2E3A93" w14:textId="5F7E2A1F" w:rsidR="008C0266" w:rsidRDefault="008C3EE6" w:rsidP="00016FF3">
      <w:pPr>
        <w:pStyle w:val="Bulleted1"/>
        <w:numPr>
          <w:ilvl w:val="0"/>
          <w:numId w:val="0"/>
        </w:numPr>
        <w:rPr>
          <w:rFonts w:ascii="Arial" w:hAnsi="Arial"/>
        </w:rPr>
      </w:pPr>
      <w:r>
        <w:rPr>
          <w:rFonts w:ascii="Arial" w:hAnsi="Arial" w:cs="Arial"/>
          <w:lang w:val="fr-FR"/>
        </w:rPr>
        <w:t>Suivant les directives du fabricant</w:t>
      </w:r>
    </w:p>
    <w:p w14:paraId="3189FA70" w14:textId="3052FB35" w:rsidR="000C0EB2" w:rsidRPr="00B64DD5" w:rsidRDefault="00FD4746" w:rsidP="000C0EB2">
      <w:pPr>
        <w:pStyle w:val="Heading1"/>
        <w:rPr>
          <w:rFonts w:ascii="Arial" w:hAnsi="Arial"/>
          <w:b/>
        </w:rPr>
      </w:pPr>
      <w:proofErr w:type="spellStart"/>
      <w:r>
        <w:rPr>
          <w:rFonts w:ascii="Arial" w:hAnsi="Arial"/>
          <w:b/>
        </w:rPr>
        <w:t>Illustrations</w:t>
      </w:r>
      <w:proofErr w:type="spellEnd"/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3342"/>
        <w:gridCol w:w="3342"/>
      </w:tblGrid>
      <w:tr w:rsidR="00C42BFF" w:rsidRPr="00A75548" w14:paraId="65E299BD" w14:textId="77777777" w:rsidTr="00B12385">
        <w:trPr>
          <w:trHeight w:hRule="exact" w:val="3402"/>
        </w:trPr>
        <w:tc>
          <w:tcPr>
            <w:tcW w:w="3341" w:type="dxa"/>
            <w:vAlign w:val="bottom"/>
          </w:tcPr>
          <w:p w14:paraId="155956C8" w14:textId="77777777" w:rsidR="00C42BFF" w:rsidRDefault="00BC29BA" w:rsidP="00C42BFF">
            <w:pPr>
              <w:jc w:val="center"/>
              <w:rPr>
                <w:rFonts w:ascii="Arial" w:hAnsi="Arial" w:cs="Arial"/>
                <w:noProof/>
              </w:rPr>
            </w:pPr>
            <w:bookmarkStart w:id="2" w:name="_Hlk36116982"/>
            <w:r>
              <w:rPr>
                <w:noProof/>
              </w:rPr>
              <w:drawing>
                <wp:inline distT="0" distB="0" distL="0" distR="0" wp14:anchorId="0B5582DE" wp14:editId="7964D5F3">
                  <wp:extent cx="941705" cy="2160270"/>
                  <wp:effectExtent l="0" t="0" r="0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41705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1F63040F" w14:textId="77777777" w:rsidR="00C42BFF" w:rsidRDefault="00BC29BA" w:rsidP="00C42BFF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noProof/>
              </w:rPr>
              <w:drawing>
                <wp:inline distT="0" distB="0" distL="0" distR="0" wp14:anchorId="626D5870" wp14:editId="63AA93CB">
                  <wp:extent cx="1324610" cy="2160270"/>
                  <wp:effectExtent l="0" t="0" r="8890" b="0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24610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349F7F47" w14:textId="77777777" w:rsidR="00C42BFF" w:rsidRDefault="00BC29BA" w:rsidP="00592EB0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597577B1" wp14:editId="01046762">
                  <wp:extent cx="1441450" cy="2160270"/>
                  <wp:effectExtent l="0" t="0" r="6350" b="0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41450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bookmarkEnd w:id="2"/>
    <w:p w14:paraId="4130C46C" w14:textId="647A2539" w:rsidR="00700F00" w:rsidRPr="00700F00" w:rsidRDefault="00700F00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700F00">
        <w:rPr>
          <w:rFonts w:ascii="Arial" w:hAnsi="Arial" w:cs="Arial"/>
          <w:lang w:val="nl-BE"/>
        </w:rPr>
        <w:t>l</w:t>
      </w:r>
      <w:r w:rsidR="00FD4746">
        <w:rPr>
          <w:rFonts w:ascii="Arial" w:hAnsi="Arial" w:cs="Arial"/>
          <w:lang w:val="nl-BE"/>
        </w:rPr>
        <w:t>é</w:t>
      </w:r>
      <w:r w:rsidRPr="00700F00">
        <w:rPr>
          <w:rFonts w:ascii="Arial" w:hAnsi="Arial" w:cs="Arial"/>
          <w:lang w:val="nl-BE"/>
        </w:rPr>
        <w:t>gende:</w:t>
      </w:r>
    </w:p>
    <w:p w14:paraId="06EC3822" w14:textId="64155ACB" w:rsidR="00700F00" w:rsidRPr="00700F00" w:rsidRDefault="00700F00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700F00">
        <w:rPr>
          <w:rFonts w:ascii="Arial" w:hAnsi="Arial" w:cs="Arial"/>
          <w:lang w:val="nl-BE"/>
        </w:rPr>
        <w:t>B = 50 cm (</w:t>
      </w:r>
      <w:proofErr w:type="spellStart"/>
      <w:r w:rsidR="00FD4746">
        <w:rPr>
          <w:rFonts w:ascii="Arial" w:hAnsi="Arial" w:cs="Arial"/>
          <w:lang w:val="nl-BE"/>
        </w:rPr>
        <w:t>largeur</w:t>
      </w:r>
      <w:proofErr w:type="spellEnd"/>
      <w:r w:rsidRPr="00700F00">
        <w:rPr>
          <w:rFonts w:ascii="Arial" w:hAnsi="Arial" w:cs="Arial"/>
          <w:lang w:val="nl-BE"/>
        </w:rPr>
        <w:t>)</w:t>
      </w:r>
    </w:p>
    <w:p w14:paraId="2F321C1C" w14:textId="47C255A3" w:rsidR="000C0EB2" w:rsidRDefault="00700F00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700F00">
        <w:rPr>
          <w:rFonts w:ascii="Arial" w:hAnsi="Arial" w:cs="Arial"/>
          <w:lang w:val="nl-BE"/>
        </w:rPr>
        <w:t>H = 1</w:t>
      </w:r>
      <w:r w:rsidR="009C1F99">
        <w:rPr>
          <w:rFonts w:ascii="Arial" w:hAnsi="Arial" w:cs="Arial"/>
          <w:lang w:val="nl-BE"/>
        </w:rPr>
        <w:t>30</w:t>
      </w:r>
      <w:r w:rsidRPr="00700F00">
        <w:rPr>
          <w:rFonts w:ascii="Arial" w:hAnsi="Arial" w:cs="Arial"/>
          <w:lang w:val="nl-BE"/>
        </w:rPr>
        <w:t xml:space="preserve"> cm (</w:t>
      </w:r>
      <w:proofErr w:type="spellStart"/>
      <w:r w:rsidR="00FD4746">
        <w:rPr>
          <w:rFonts w:ascii="Arial" w:hAnsi="Arial" w:cs="Arial"/>
          <w:lang w:val="nl-BE"/>
        </w:rPr>
        <w:t>hauteur</w:t>
      </w:r>
      <w:proofErr w:type="spellEnd"/>
      <w:r w:rsidRPr="00700F00">
        <w:rPr>
          <w:rFonts w:ascii="Arial" w:hAnsi="Arial" w:cs="Arial"/>
          <w:lang w:val="nl-BE"/>
        </w:rPr>
        <w:t>)</w:t>
      </w:r>
    </w:p>
    <w:p w14:paraId="306D3B02" w14:textId="77777777" w:rsidR="00C42BFF" w:rsidRDefault="00C42BFF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>
        <w:rPr>
          <w:rFonts w:ascii="Arial" w:hAnsi="Arial" w:cs="Arial"/>
          <w:lang w:val="nl-BE"/>
        </w:rPr>
        <w:t xml:space="preserve">T = </w:t>
      </w:r>
      <w:r w:rsidR="009C1F99">
        <w:rPr>
          <w:rFonts w:ascii="Arial" w:hAnsi="Arial" w:cs="Arial"/>
          <w:lang w:val="nl-BE"/>
        </w:rPr>
        <w:t>7,</w:t>
      </w:r>
      <w:r w:rsidR="00046856">
        <w:rPr>
          <w:rFonts w:ascii="Arial" w:hAnsi="Arial" w:cs="Arial"/>
          <w:lang w:val="nl-BE"/>
        </w:rPr>
        <w:t>4</w:t>
      </w:r>
      <w:r>
        <w:rPr>
          <w:rFonts w:ascii="Arial" w:hAnsi="Arial" w:cs="Arial"/>
          <w:lang w:val="nl-BE"/>
        </w:rPr>
        <w:t xml:space="preserve"> cm</w:t>
      </w:r>
    </w:p>
    <w:sectPr w:rsidR="00C42BFF" w:rsidSect="00832A37">
      <w:headerReference w:type="default" r:id="rId13"/>
      <w:footerReference w:type="default" r:id="rId14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B6E4F4" w14:textId="77777777" w:rsidR="00DE57E6" w:rsidRDefault="00DE57E6">
      <w:r>
        <w:separator/>
      </w:r>
    </w:p>
  </w:endnote>
  <w:endnote w:type="continuationSeparator" w:id="0">
    <w:p w14:paraId="3C7A2EAC" w14:textId="77777777" w:rsidR="00DE57E6" w:rsidRDefault="00DE57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7C7FFA" w:rsidRPr="00292A26" w14:paraId="201F2852" w14:textId="77777777">
      <w:tc>
        <w:tcPr>
          <w:tcW w:w="3392" w:type="dxa"/>
        </w:tcPr>
        <w:p w14:paraId="0C9F781E" w14:textId="78DD55F3" w:rsidR="007C7FFA" w:rsidRDefault="005C32AB" w:rsidP="00EC05E6">
          <w:pPr>
            <w:pStyle w:val="Footer"/>
          </w:pPr>
          <w:proofErr w:type="spellStart"/>
          <w:r>
            <w:rPr>
              <w:rFonts w:ascii="Arial" w:hAnsi="Arial"/>
            </w:rPr>
            <w:t>version</w:t>
          </w:r>
          <w:proofErr w:type="spellEnd"/>
          <w:r>
            <w:rPr>
              <w:rFonts w:ascii="Arial" w:hAnsi="Arial"/>
            </w:rPr>
            <w:t xml:space="preserve"> 01.00</w:t>
          </w:r>
        </w:p>
      </w:tc>
      <w:tc>
        <w:tcPr>
          <w:tcW w:w="3392" w:type="dxa"/>
        </w:tcPr>
        <w:p w14:paraId="5CCFD6A9" w14:textId="7BAA8012" w:rsidR="007C7FFA" w:rsidRDefault="005C32AB">
          <w:pPr>
            <w:jc w:val="center"/>
            <w:rPr>
              <w:sz w:val="20"/>
            </w:rPr>
          </w:pPr>
          <w:r>
            <w:rPr>
              <w:rFonts w:ascii="Arial" w:hAnsi="Arial"/>
              <w:sz w:val="20"/>
            </w:rPr>
            <w:t>cahier des charges</w:t>
          </w:r>
        </w:p>
      </w:tc>
      <w:tc>
        <w:tcPr>
          <w:tcW w:w="3392" w:type="dxa"/>
        </w:tcPr>
        <w:p w14:paraId="2C6B0157" w14:textId="77777777" w:rsidR="007C7FFA" w:rsidRPr="00292A26" w:rsidRDefault="007C7FFA" w:rsidP="00272819">
          <w:pPr>
            <w:pStyle w:val="Footer"/>
            <w:jc w:val="right"/>
            <w:rPr>
              <w:rFonts w:ascii="Arial" w:hAnsi="Arial"/>
            </w:rPr>
          </w:pP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PAGE  \* LOWER </w:instrText>
          </w:r>
          <w:r w:rsidRPr="00292A26">
            <w:rPr>
              <w:rFonts w:ascii="Arial" w:hAnsi="Arial"/>
            </w:rPr>
            <w:fldChar w:fldCharType="separate"/>
          </w:r>
          <w:r w:rsidR="007C4C10">
            <w:rPr>
              <w:rFonts w:ascii="Arial" w:hAnsi="Arial"/>
              <w:noProof/>
            </w:rPr>
            <w:t>1</w:t>
          </w:r>
          <w:r w:rsidRPr="00292A26">
            <w:rPr>
              <w:rFonts w:ascii="Arial" w:hAnsi="Arial"/>
            </w:rPr>
            <w:fldChar w:fldCharType="end"/>
          </w:r>
          <w:r w:rsidRPr="00292A26">
            <w:rPr>
              <w:rFonts w:ascii="Arial" w:hAnsi="Arial"/>
            </w:rPr>
            <w:t>/</w:t>
          </w: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NUMPAGES  \* Arabic  \* MERGEFORMAT </w:instrText>
          </w:r>
          <w:r w:rsidRPr="00292A26">
            <w:rPr>
              <w:rFonts w:ascii="Arial" w:hAnsi="Arial"/>
            </w:rPr>
            <w:fldChar w:fldCharType="separate"/>
          </w:r>
          <w:r w:rsidR="007C4C10">
            <w:rPr>
              <w:rFonts w:ascii="Arial" w:hAnsi="Arial"/>
              <w:noProof/>
            </w:rPr>
            <w:t>2</w:t>
          </w:r>
          <w:r w:rsidRPr="00292A26">
            <w:rPr>
              <w:rFonts w:ascii="Arial" w:hAnsi="Arial"/>
            </w:rPr>
            <w:fldChar w:fldCharType="end"/>
          </w:r>
        </w:p>
      </w:tc>
    </w:tr>
  </w:tbl>
  <w:p w14:paraId="665A90BA" w14:textId="77777777" w:rsidR="007C7FFA" w:rsidRPr="00292A26" w:rsidRDefault="007C7FFA">
    <w:pPr>
      <w:rPr>
        <w:rFonts w:ascii="Arial" w:hAnsi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6F1F97" w14:textId="77777777" w:rsidR="00DE57E6" w:rsidRDefault="00DE57E6">
      <w:r>
        <w:separator/>
      </w:r>
    </w:p>
  </w:footnote>
  <w:footnote w:type="continuationSeparator" w:id="0">
    <w:p w14:paraId="311BAC8A" w14:textId="77777777" w:rsidR="00DE57E6" w:rsidRDefault="00DE57E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2D49DC" w14:textId="2A943F73" w:rsidR="007C7FFA" w:rsidRPr="00FD4746" w:rsidRDefault="00FD4746" w:rsidP="00080B0F">
    <w:pPr>
      <w:pStyle w:val="Header"/>
      <w:rPr>
        <w:rFonts w:ascii="Arial" w:hAnsi="Arial"/>
        <w:b/>
        <w:szCs w:val="24"/>
        <w:lang w:val="fr-BE"/>
      </w:rPr>
    </w:pPr>
    <w:r w:rsidRPr="00FD4746">
      <w:rPr>
        <w:rFonts w:ascii="Arial" w:hAnsi="Arial"/>
        <w:b/>
        <w:lang w:val="fr-BE"/>
      </w:rPr>
      <w:t xml:space="preserve">Elément </w:t>
    </w:r>
    <w:r w:rsidR="00A86C4C" w:rsidRPr="00FD4746">
      <w:rPr>
        <w:rFonts w:ascii="Arial" w:hAnsi="Arial"/>
        <w:b/>
        <w:lang w:val="fr-BE"/>
      </w:rPr>
      <w:t xml:space="preserve">Geberit </w:t>
    </w:r>
    <w:proofErr w:type="spellStart"/>
    <w:r w:rsidR="00820927" w:rsidRPr="00FD4746">
      <w:rPr>
        <w:rFonts w:ascii="Arial" w:hAnsi="Arial"/>
        <w:b/>
        <w:lang w:val="fr-BE"/>
      </w:rPr>
      <w:t>Duo</w:t>
    </w:r>
    <w:r w:rsidR="00A86C4C" w:rsidRPr="00FD4746">
      <w:rPr>
        <w:rFonts w:ascii="Arial" w:hAnsi="Arial"/>
        <w:b/>
        <w:lang w:val="fr-BE"/>
      </w:rPr>
      <w:t>fix</w:t>
    </w:r>
    <w:proofErr w:type="spellEnd"/>
    <w:r w:rsidR="009A6132" w:rsidRPr="00FD4746">
      <w:rPr>
        <w:rFonts w:ascii="Arial" w:hAnsi="Arial"/>
        <w:b/>
        <w:lang w:val="fr-BE"/>
      </w:rPr>
      <w:t xml:space="preserve"> </w:t>
    </w:r>
    <w:r w:rsidRPr="00FD4746">
      <w:rPr>
        <w:rFonts w:ascii="Arial" w:hAnsi="Arial"/>
        <w:b/>
        <w:lang w:val="fr-BE"/>
      </w:rPr>
      <w:t>pour lavabo</w:t>
    </w:r>
    <w:r w:rsidR="00631C03" w:rsidRPr="00FD4746">
      <w:rPr>
        <w:rFonts w:ascii="Arial" w:hAnsi="Arial"/>
        <w:b/>
        <w:lang w:val="fr-BE"/>
      </w:rPr>
      <w:t>,</w:t>
    </w:r>
    <w:r w:rsidR="007C7FFA" w:rsidRPr="00FD4746">
      <w:rPr>
        <w:rFonts w:ascii="Arial" w:hAnsi="Arial"/>
        <w:b/>
        <w:lang w:val="fr-BE"/>
      </w:rPr>
      <w:tab/>
    </w:r>
    <w:r w:rsidR="00BA0F21">
      <w:rPr>
        <w:rFonts w:ascii="Arial" w:hAnsi="Arial"/>
        <w:b/>
        <w:noProof/>
        <w:sz w:val="20"/>
        <w:vertAlign w:val="superscript"/>
      </w:rPr>
      <w:drawing>
        <wp:inline distT="0" distB="0" distL="0" distR="0" wp14:anchorId="57717AC0" wp14:editId="377F0B5D">
          <wp:extent cx="998855" cy="14097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8855" cy="140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E7733C4" w14:textId="42C05DF4" w:rsidR="007C7FFA" w:rsidRPr="00FD4746" w:rsidRDefault="00FD4746" w:rsidP="00080B0F">
    <w:pPr>
      <w:pStyle w:val="Header"/>
      <w:rPr>
        <w:rFonts w:ascii="Arial" w:hAnsi="Arial"/>
        <w:b/>
        <w:lang w:val="fr-BE"/>
      </w:rPr>
    </w:pPr>
    <w:r w:rsidRPr="00FD4746">
      <w:rPr>
        <w:rFonts w:ascii="Arial" w:hAnsi="Arial"/>
        <w:b/>
        <w:lang w:val="fr-BE"/>
      </w:rPr>
      <w:t>hauteur de l'élément</w:t>
    </w:r>
    <w:r w:rsidR="007B46A7" w:rsidRPr="00FD4746">
      <w:rPr>
        <w:rFonts w:ascii="Arial" w:hAnsi="Arial"/>
        <w:b/>
        <w:lang w:val="fr-BE"/>
      </w:rPr>
      <w:t xml:space="preserve"> 1</w:t>
    </w:r>
    <w:r w:rsidR="00631C03" w:rsidRPr="00FD4746">
      <w:rPr>
        <w:rFonts w:ascii="Arial" w:hAnsi="Arial"/>
        <w:b/>
        <w:lang w:val="fr-BE"/>
      </w:rPr>
      <w:t>30</w:t>
    </w:r>
    <w:r w:rsidR="007B46A7" w:rsidRPr="00FD4746">
      <w:rPr>
        <w:rFonts w:ascii="Arial" w:hAnsi="Arial"/>
        <w:b/>
        <w:lang w:val="fr-BE"/>
      </w:rPr>
      <w:t xml:space="preserve"> cm,</w:t>
    </w:r>
    <w:r w:rsidR="00631C03" w:rsidRPr="00FD4746">
      <w:rPr>
        <w:rFonts w:ascii="Arial" w:hAnsi="Arial"/>
        <w:b/>
        <w:lang w:val="fr-BE"/>
      </w:rPr>
      <w:t xml:space="preserve"> </w:t>
    </w:r>
    <w:r w:rsidRPr="00FD4746">
      <w:rPr>
        <w:rFonts w:ascii="Arial" w:hAnsi="Arial"/>
        <w:b/>
        <w:lang w:val="fr-BE"/>
      </w:rPr>
      <w:t>robinet mural</w:t>
    </w:r>
    <w:r w:rsidR="00B8691B" w:rsidRPr="00FD4746">
      <w:rPr>
        <w:rFonts w:ascii="Arial" w:hAnsi="Arial"/>
        <w:b/>
        <w:lang w:val="fr-BE"/>
      </w:rPr>
      <w:br/>
    </w:r>
    <w:r w:rsidRPr="00FD4746">
      <w:rPr>
        <w:rFonts w:ascii="Arial" w:hAnsi="Arial"/>
        <w:b/>
        <w:lang w:val="fr-BE"/>
      </w:rPr>
      <w:t>électronique avec boîtier à encastrer p</w:t>
    </w:r>
    <w:r>
      <w:rPr>
        <w:rFonts w:ascii="Arial" w:hAnsi="Arial"/>
        <w:b/>
        <w:lang w:val="fr-BE"/>
      </w:rPr>
      <w:t>our</w:t>
    </w:r>
    <w:r w:rsidR="00631C03" w:rsidRPr="00FD4746">
      <w:rPr>
        <w:rFonts w:ascii="Arial" w:hAnsi="Arial"/>
        <w:b/>
        <w:lang w:val="fr-BE"/>
      </w:rPr>
      <w:t xml:space="preserve"> </w:t>
    </w:r>
    <w:r>
      <w:rPr>
        <w:rFonts w:ascii="Arial" w:hAnsi="Arial"/>
        <w:b/>
        <w:lang w:val="fr-BE"/>
      </w:rPr>
      <w:t>commande</w:t>
    </w:r>
    <w:r w:rsidR="00631C03" w:rsidRPr="00FD4746">
      <w:rPr>
        <w:rFonts w:ascii="Arial" w:hAnsi="Arial"/>
        <w:b/>
        <w:lang w:val="fr-BE"/>
      </w:rPr>
      <w:t xml:space="preserve">, </w:t>
    </w:r>
    <w:r>
      <w:rPr>
        <w:rFonts w:ascii="Arial" w:hAnsi="Arial"/>
        <w:b/>
        <w:lang w:val="fr-BE"/>
      </w:rPr>
      <w:t>avec siphon à enc</w:t>
    </w:r>
    <w:r w:rsidR="00F41190">
      <w:rPr>
        <w:rFonts w:ascii="Arial" w:hAnsi="Arial"/>
        <w:b/>
        <w:lang w:val="fr-BE"/>
      </w:rPr>
      <w:t>a</w:t>
    </w:r>
    <w:r>
      <w:rPr>
        <w:rFonts w:ascii="Arial" w:hAnsi="Arial"/>
        <w:b/>
        <w:lang w:val="fr-BE"/>
      </w:rPr>
      <w:t>strer</w:t>
    </w:r>
    <w:r w:rsidR="00B8691B" w:rsidRPr="00FD4746">
      <w:rPr>
        <w:rFonts w:ascii="Arial" w:hAnsi="Arial"/>
        <w:b/>
        <w:lang w:val="fr-BE"/>
      </w:rPr>
      <w:t xml:space="preserve">, </w:t>
    </w:r>
    <w:r w:rsidR="009A6132" w:rsidRPr="00FD4746">
      <w:rPr>
        <w:rFonts w:ascii="Arial" w:hAnsi="Arial"/>
        <w:b/>
        <w:lang w:val="fr-BE"/>
      </w:rPr>
      <w:t>111.</w:t>
    </w:r>
    <w:r w:rsidR="00B8691B" w:rsidRPr="00FD4746">
      <w:rPr>
        <w:rFonts w:ascii="Arial" w:hAnsi="Arial"/>
        <w:b/>
        <w:lang w:val="fr-BE"/>
      </w:rPr>
      <w:t>561</w:t>
    </w:r>
    <w:r w:rsidR="009A6132" w:rsidRPr="00FD4746">
      <w:rPr>
        <w:rFonts w:ascii="Arial" w:hAnsi="Arial"/>
        <w:b/>
        <w:lang w:val="fr-BE"/>
      </w:rPr>
      <w:t>.00.</w:t>
    </w:r>
    <w:r w:rsidR="00C37082" w:rsidRPr="00FD4746">
      <w:rPr>
        <w:rFonts w:ascii="Arial" w:hAnsi="Arial"/>
        <w:b/>
        <w:lang w:val="fr-BE"/>
      </w:rPr>
      <w:t>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926EF29A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946738043">
    <w:abstractNumId w:val="16"/>
  </w:num>
  <w:num w:numId="2" w16cid:durableId="1617449844">
    <w:abstractNumId w:val="22"/>
  </w:num>
  <w:num w:numId="3" w16cid:durableId="1996057957">
    <w:abstractNumId w:val="4"/>
  </w:num>
  <w:num w:numId="4" w16cid:durableId="165292529">
    <w:abstractNumId w:val="3"/>
  </w:num>
  <w:num w:numId="5" w16cid:durableId="525406937">
    <w:abstractNumId w:val="13"/>
  </w:num>
  <w:num w:numId="6" w16cid:durableId="436365221">
    <w:abstractNumId w:val="15"/>
  </w:num>
  <w:num w:numId="7" w16cid:durableId="793057884">
    <w:abstractNumId w:val="6"/>
  </w:num>
  <w:num w:numId="8" w16cid:durableId="1745451006">
    <w:abstractNumId w:val="19"/>
  </w:num>
  <w:num w:numId="9" w16cid:durableId="1256982507">
    <w:abstractNumId w:val="25"/>
  </w:num>
  <w:num w:numId="10" w16cid:durableId="1230188148">
    <w:abstractNumId w:val="2"/>
  </w:num>
  <w:num w:numId="11" w16cid:durableId="1541167919">
    <w:abstractNumId w:val="12"/>
  </w:num>
  <w:num w:numId="12" w16cid:durableId="933977863">
    <w:abstractNumId w:val="11"/>
  </w:num>
  <w:num w:numId="13" w16cid:durableId="1615862379">
    <w:abstractNumId w:val="24"/>
  </w:num>
  <w:num w:numId="14" w16cid:durableId="1359431668">
    <w:abstractNumId w:val="7"/>
  </w:num>
  <w:num w:numId="15" w16cid:durableId="1667512546">
    <w:abstractNumId w:val="0"/>
  </w:num>
  <w:num w:numId="16" w16cid:durableId="628979404">
    <w:abstractNumId w:val="10"/>
  </w:num>
  <w:num w:numId="17" w16cid:durableId="1776751016">
    <w:abstractNumId w:val="5"/>
  </w:num>
  <w:num w:numId="18" w16cid:durableId="1146164164">
    <w:abstractNumId w:val="20"/>
  </w:num>
  <w:num w:numId="19" w16cid:durableId="836920718">
    <w:abstractNumId w:val="21"/>
  </w:num>
  <w:num w:numId="20" w16cid:durableId="77871065">
    <w:abstractNumId w:val="18"/>
  </w:num>
  <w:num w:numId="21" w16cid:durableId="95753321">
    <w:abstractNumId w:val="17"/>
  </w:num>
  <w:num w:numId="22" w16cid:durableId="1996256520">
    <w:abstractNumId w:val="14"/>
  </w:num>
  <w:num w:numId="23" w16cid:durableId="166335043">
    <w:abstractNumId w:val="23"/>
  </w:num>
  <w:num w:numId="24" w16cid:durableId="107358656">
    <w:abstractNumId w:val="8"/>
  </w:num>
  <w:num w:numId="25" w16cid:durableId="1412001106">
    <w:abstractNumId w:val="9"/>
  </w:num>
  <w:num w:numId="26" w16cid:durableId="1035619748">
    <w:abstractNumId w:val="1"/>
  </w:num>
  <w:num w:numId="27" w16cid:durableId="873032130">
    <w:abstractNumId w:val="2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228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237E"/>
    <w:rsid w:val="00002A8C"/>
    <w:rsid w:val="00004E4C"/>
    <w:rsid w:val="00005AB3"/>
    <w:rsid w:val="00006873"/>
    <w:rsid w:val="00007EC2"/>
    <w:rsid w:val="00012D40"/>
    <w:rsid w:val="000151C3"/>
    <w:rsid w:val="00016FF3"/>
    <w:rsid w:val="000203A3"/>
    <w:rsid w:val="00020AD0"/>
    <w:rsid w:val="000221DA"/>
    <w:rsid w:val="000268CF"/>
    <w:rsid w:val="00027C6F"/>
    <w:rsid w:val="00030BCD"/>
    <w:rsid w:val="00032772"/>
    <w:rsid w:val="00034F21"/>
    <w:rsid w:val="000350EE"/>
    <w:rsid w:val="0004421B"/>
    <w:rsid w:val="00045470"/>
    <w:rsid w:val="00045D39"/>
    <w:rsid w:val="00045DA0"/>
    <w:rsid w:val="00045FAA"/>
    <w:rsid w:val="00046856"/>
    <w:rsid w:val="00046FF8"/>
    <w:rsid w:val="00051F50"/>
    <w:rsid w:val="000525A3"/>
    <w:rsid w:val="00056B2E"/>
    <w:rsid w:val="0006259B"/>
    <w:rsid w:val="0006767D"/>
    <w:rsid w:val="00076AAD"/>
    <w:rsid w:val="0007796E"/>
    <w:rsid w:val="00080B0F"/>
    <w:rsid w:val="00081315"/>
    <w:rsid w:val="00085A0C"/>
    <w:rsid w:val="00086176"/>
    <w:rsid w:val="0009240B"/>
    <w:rsid w:val="00094351"/>
    <w:rsid w:val="00095243"/>
    <w:rsid w:val="000A0304"/>
    <w:rsid w:val="000A13DD"/>
    <w:rsid w:val="000A193A"/>
    <w:rsid w:val="000A4E1B"/>
    <w:rsid w:val="000A7091"/>
    <w:rsid w:val="000B1F6F"/>
    <w:rsid w:val="000B490E"/>
    <w:rsid w:val="000B5562"/>
    <w:rsid w:val="000B5DD7"/>
    <w:rsid w:val="000C0B99"/>
    <w:rsid w:val="000C0EB2"/>
    <w:rsid w:val="000C4F0B"/>
    <w:rsid w:val="000C690D"/>
    <w:rsid w:val="000D0087"/>
    <w:rsid w:val="000D016D"/>
    <w:rsid w:val="000D1767"/>
    <w:rsid w:val="000D34EE"/>
    <w:rsid w:val="000D382A"/>
    <w:rsid w:val="000D3AFC"/>
    <w:rsid w:val="000E19F8"/>
    <w:rsid w:val="000E4AEC"/>
    <w:rsid w:val="000E4E64"/>
    <w:rsid w:val="000E6962"/>
    <w:rsid w:val="000F3A52"/>
    <w:rsid w:val="000F7E1A"/>
    <w:rsid w:val="00101998"/>
    <w:rsid w:val="00102905"/>
    <w:rsid w:val="0010510C"/>
    <w:rsid w:val="00107BD4"/>
    <w:rsid w:val="00111D93"/>
    <w:rsid w:val="00115702"/>
    <w:rsid w:val="001165B1"/>
    <w:rsid w:val="00120CA6"/>
    <w:rsid w:val="00121823"/>
    <w:rsid w:val="0012409F"/>
    <w:rsid w:val="0013316F"/>
    <w:rsid w:val="0013512D"/>
    <w:rsid w:val="00135D94"/>
    <w:rsid w:val="00140353"/>
    <w:rsid w:val="00140842"/>
    <w:rsid w:val="00152D82"/>
    <w:rsid w:val="00153C00"/>
    <w:rsid w:val="00153C75"/>
    <w:rsid w:val="00154B99"/>
    <w:rsid w:val="00155BA4"/>
    <w:rsid w:val="001577D6"/>
    <w:rsid w:val="00157D48"/>
    <w:rsid w:val="00162C34"/>
    <w:rsid w:val="001755CC"/>
    <w:rsid w:val="00181354"/>
    <w:rsid w:val="00181B39"/>
    <w:rsid w:val="00184EC6"/>
    <w:rsid w:val="001879EF"/>
    <w:rsid w:val="00193E0D"/>
    <w:rsid w:val="001949A5"/>
    <w:rsid w:val="0019569C"/>
    <w:rsid w:val="001A6724"/>
    <w:rsid w:val="001A6CA9"/>
    <w:rsid w:val="001B5080"/>
    <w:rsid w:val="001B5201"/>
    <w:rsid w:val="001B5A7E"/>
    <w:rsid w:val="001B72F7"/>
    <w:rsid w:val="001B76D0"/>
    <w:rsid w:val="001B7A85"/>
    <w:rsid w:val="001B7B72"/>
    <w:rsid w:val="001C1CA3"/>
    <w:rsid w:val="001C4ADA"/>
    <w:rsid w:val="001C5873"/>
    <w:rsid w:val="001C624D"/>
    <w:rsid w:val="001C7939"/>
    <w:rsid w:val="001C7BC7"/>
    <w:rsid w:val="001D0648"/>
    <w:rsid w:val="001D208A"/>
    <w:rsid w:val="001D5DD5"/>
    <w:rsid w:val="001D79B0"/>
    <w:rsid w:val="001F0B2D"/>
    <w:rsid w:val="001F274C"/>
    <w:rsid w:val="001F3DE7"/>
    <w:rsid w:val="001F69E2"/>
    <w:rsid w:val="001F71C1"/>
    <w:rsid w:val="0020639C"/>
    <w:rsid w:val="00215592"/>
    <w:rsid w:val="0021689F"/>
    <w:rsid w:val="00217D8E"/>
    <w:rsid w:val="0022369B"/>
    <w:rsid w:val="00223BBE"/>
    <w:rsid w:val="002241EC"/>
    <w:rsid w:val="00224E30"/>
    <w:rsid w:val="00225933"/>
    <w:rsid w:val="00232881"/>
    <w:rsid w:val="002366E2"/>
    <w:rsid w:val="002427CC"/>
    <w:rsid w:val="00243C4C"/>
    <w:rsid w:val="00243CF6"/>
    <w:rsid w:val="002440EB"/>
    <w:rsid w:val="002476DA"/>
    <w:rsid w:val="00247EE2"/>
    <w:rsid w:val="00250037"/>
    <w:rsid w:val="00250726"/>
    <w:rsid w:val="002513A0"/>
    <w:rsid w:val="00253DE2"/>
    <w:rsid w:val="00254045"/>
    <w:rsid w:val="0025463E"/>
    <w:rsid w:val="00254C3B"/>
    <w:rsid w:val="00255C9F"/>
    <w:rsid w:val="002571A0"/>
    <w:rsid w:val="00257F2F"/>
    <w:rsid w:val="002626A3"/>
    <w:rsid w:val="00262AA1"/>
    <w:rsid w:val="00262E19"/>
    <w:rsid w:val="002639CD"/>
    <w:rsid w:val="002669FC"/>
    <w:rsid w:val="002704F7"/>
    <w:rsid w:val="00271125"/>
    <w:rsid w:val="00272819"/>
    <w:rsid w:val="00275D86"/>
    <w:rsid w:val="00282518"/>
    <w:rsid w:val="00282C9E"/>
    <w:rsid w:val="00283DAD"/>
    <w:rsid w:val="00285CA2"/>
    <w:rsid w:val="00286BEA"/>
    <w:rsid w:val="00286F2C"/>
    <w:rsid w:val="0028769C"/>
    <w:rsid w:val="00291714"/>
    <w:rsid w:val="00291735"/>
    <w:rsid w:val="0029246E"/>
    <w:rsid w:val="002927EA"/>
    <w:rsid w:val="00292A26"/>
    <w:rsid w:val="00294420"/>
    <w:rsid w:val="00294C67"/>
    <w:rsid w:val="00296F73"/>
    <w:rsid w:val="00297424"/>
    <w:rsid w:val="002A352C"/>
    <w:rsid w:val="002A46CC"/>
    <w:rsid w:val="002B1B7D"/>
    <w:rsid w:val="002B5CC3"/>
    <w:rsid w:val="002B64AE"/>
    <w:rsid w:val="002C3455"/>
    <w:rsid w:val="002D1583"/>
    <w:rsid w:val="002D2177"/>
    <w:rsid w:val="002D237E"/>
    <w:rsid w:val="002D4842"/>
    <w:rsid w:val="002D6274"/>
    <w:rsid w:val="002E10C6"/>
    <w:rsid w:val="002E14C4"/>
    <w:rsid w:val="002E33C0"/>
    <w:rsid w:val="002E4299"/>
    <w:rsid w:val="002E764C"/>
    <w:rsid w:val="002F38FE"/>
    <w:rsid w:val="002F3B2A"/>
    <w:rsid w:val="002F3E07"/>
    <w:rsid w:val="002F4915"/>
    <w:rsid w:val="002F50E9"/>
    <w:rsid w:val="002F5BDA"/>
    <w:rsid w:val="002F5C92"/>
    <w:rsid w:val="002F7BC7"/>
    <w:rsid w:val="00300B44"/>
    <w:rsid w:val="00301BBD"/>
    <w:rsid w:val="00303120"/>
    <w:rsid w:val="00306FDB"/>
    <w:rsid w:val="00313017"/>
    <w:rsid w:val="00315073"/>
    <w:rsid w:val="0032043B"/>
    <w:rsid w:val="00323382"/>
    <w:rsid w:val="00327981"/>
    <w:rsid w:val="00327D81"/>
    <w:rsid w:val="00332202"/>
    <w:rsid w:val="00333378"/>
    <w:rsid w:val="003375FF"/>
    <w:rsid w:val="00341781"/>
    <w:rsid w:val="00342B9F"/>
    <w:rsid w:val="00354759"/>
    <w:rsid w:val="003657E1"/>
    <w:rsid w:val="0036662E"/>
    <w:rsid w:val="00366A41"/>
    <w:rsid w:val="00366AEA"/>
    <w:rsid w:val="00367550"/>
    <w:rsid w:val="0037123D"/>
    <w:rsid w:val="003746C3"/>
    <w:rsid w:val="00374FF7"/>
    <w:rsid w:val="00376791"/>
    <w:rsid w:val="003815A1"/>
    <w:rsid w:val="00383AAB"/>
    <w:rsid w:val="0038784C"/>
    <w:rsid w:val="00390E6F"/>
    <w:rsid w:val="0039328A"/>
    <w:rsid w:val="003933E3"/>
    <w:rsid w:val="003938CC"/>
    <w:rsid w:val="003A2294"/>
    <w:rsid w:val="003A2F93"/>
    <w:rsid w:val="003A5000"/>
    <w:rsid w:val="003A665B"/>
    <w:rsid w:val="003B0C24"/>
    <w:rsid w:val="003B3AFF"/>
    <w:rsid w:val="003B6CF1"/>
    <w:rsid w:val="003C0EF8"/>
    <w:rsid w:val="003C146E"/>
    <w:rsid w:val="003C2F7D"/>
    <w:rsid w:val="003C69CE"/>
    <w:rsid w:val="003D02D6"/>
    <w:rsid w:val="003D2AE8"/>
    <w:rsid w:val="003D3AAD"/>
    <w:rsid w:val="003D62A2"/>
    <w:rsid w:val="003E022F"/>
    <w:rsid w:val="003E149A"/>
    <w:rsid w:val="003E240D"/>
    <w:rsid w:val="003F2086"/>
    <w:rsid w:val="003F2B0F"/>
    <w:rsid w:val="003F4D6F"/>
    <w:rsid w:val="004046C3"/>
    <w:rsid w:val="004064AB"/>
    <w:rsid w:val="0040662F"/>
    <w:rsid w:val="0040791E"/>
    <w:rsid w:val="00414830"/>
    <w:rsid w:val="004164C8"/>
    <w:rsid w:val="00416879"/>
    <w:rsid w:val="00420970"/>
    <w:rsid w:val="00420ACB"/>
    <w:rsid w:val="0042179C"/>
    <w:rsid w:val="0042190E"/>
    <w:rsid w:val="00424DB7"/>
    <w:rsid w:val="004259ED"/>
    <w:rsid w:val="00425F16"/>
    <w:rsid w:val="00430F34"/>
    <w:rsid w:val="00431490"/>
    <w:rsid w:val="00431890"/>
    <w:rsid w:val="00432464"/>
    <w:rsid w:val="0043376F"/>
    <w:rsid w:val="00433D73"/>
    <w:rsid w:val="00434C77"/>
    <w:rsid w:val="0043544C"/>
    <w:rsid w:val="00440CA1"/>
    <w:rsid w:val="00445B26"/>
    <w:rsid w:val="00447003"/>
    <w:rsid w:val="00452B5C"/>
    <w:rsid w:val="00453349"/>
    <w:rsid w:val="004539AA"/>
    <w:rsid w:val="00453D46"/>
    <w:rsid w:val="004566A8"/>
    <w:rsid w:val="004638F2"/>
    <w:rsid w:val="0046685E"/>
    <w:rsid w:val="00467091"/>
    <w:rsid w:val="00470CD8"/>
    <w:rsid w:val="004745E4"/>
    <w:rsid w:val="0047796A"/>
    <w:rsid w:val="004804B2"/>
    <w:rsid w:val="00480DC2"/>
    <w:rsid w:val="00481B3C"/>
    <w:rsid w:val="00481D6E"/>
    <w:rsid w:val="004844E7"/>
    <w:rsid w:val="00485C0D"/>
    <w:rsid w:val="00485EC8"/>
    <w:rsid w:val="00490986"/>
    <w:rsid w:val="004924A9"/>
    <w:rsid w:val="004944BC"/>
    <w:rsid w:val="0049487E"/>
    <w:rsid w:val="00496142"/>
    <w:rsid w:val="004963F2"/>
    <w:rsid w:val="004A0537"/>
    <w:rsid w:val="004A1A5E"/>
    <w:rsid w:val="004A4F1E"/>
    <w:rsid w:val="004B51F8"/>
    <w:rsid w:val="004B54E0"/>
    <w:rsid w:val="004B7DF3"/>
    <w:rsid w:val="004C2E21"/>
    <w:rsid w:val="004D015F"/>
    <w:rsid w:val="004D6724"/>
    <w:rsid w:val="004E0DC8"/>
    <w:rsid w:val="004E37D2"/>
    <w:rsid w:val="004E4C3A"/>
    <w:rsid w:val="004E681D"/>
    <w:rsid w:val="004F1CE9"/>
    <w:rsid w:val="004F21C8"/>
    <w:rsid w:val="0050492F"/>
    <w:rsid w:val="005111C7"/>
    <w:rsid w:val="005119E2"/>
    <w:rsid w:val="00513E6D"/>
    <w:rsid w:val="0051420F"/>
    <w:rsid w:val="00524F1B"/>
    <w:rsid w:val="00532AC1"/>
    <w:rsid w:val="00533DF0"/>
    <w:rsid w:val="00535D6A"/>
    <w:rsid w:val="00537904"/>
    <w:rsid w:val="00540609"/>
    <w:rsid w:val="00540DBE"/>
    <w:rsid w:val="00540FED"/>
    <w:rsid w:val="0054619B"/>
    <w:rsid w:val="00547307"/>
    <w:rsid w:val="005522FA"/>
    <w:rsid w:val="005564A3"/>
    <w:rsid w:val="00556A26"/>
    <w:rsid w:val="0055762C"/>
    <w:rsid w:val="00557F6C"/>
    <w:rsid w:val="00561EED"/>
    <w:rsid w:val="00562CFC"/>
    <w:rsid w:val="00564DF7"/>
    <w:rsid w:val="00566F27"/>
    <w:rsid w:val="00567B63"/>
    <w:rsid w:val="00573637"/>
    <w:rsid w:val="00574F19"/>
    <w:rsid w:val="0058037B"/>
    <w:rsid w:val="00580C8D"/>
    <w:rsid w:val="005830D3"/>
    <w:rsid w:val="00587C30"/>
    <w:rsid w:val="005928F6"/>
    <w:rsid w:val="00594C98"/>
    <w:rsid w:val="005A10A7"/>
    <w:rsid w:val="005A1279"/>
    <w:rsid w:val="005A134F"/>
    <w:rsid w:val="005B171C"/>
    <w:rsid w:val="005B2A51"/>
    <w:rsid w:val="005B716B"/>
    <w:rsid w:val="005B769F"/>
    <w:rsid w:val="005C12DC"/>
    <w:rsid w:val="005C32AB"/>
    <w:rsid w:val="005C3679"/>
    <w:rsid w:val="005C40C8"/>
    <w:rsid w:val="005C419B"/>
    <w:rsid w:val="005C6CB1"/>
    <w:rsid w:val="005C6D9A"/>
    <w:rsid w:val="005C7B14"/>
    <w:rsid w:val="005C7D5F"/>
    <w:rsid w:val="005D26CC"/>
    <w:rsid w:val="005D703C"/>
    <w:rsid w:val="005D7C6A"/>
    <w:rsid w:val="005E03E4"/>
    <w:rsid w:val="005E10A0"/>
    <w:rsid w:val="005E112D"/>
    <w:rsid w:val="005E4015"/>
    <w:rsid w:val="005E4FA9"/>
    <w:rsid w:val="005E5A53"/>
    <w:rsid w:val="005E7D15"/>
    <w:rsid w:val="005F18DA"/>
    <w:rsid w:val="005F5F37"/>
    <w:rsid w:val="005F688C"/>
    <w:rsid w:val="00600CE8"/>
    <w:rsid w:val="00602691"/>
    <w:rsid w:val="00604EEC"/>
    <w:rsid w:val="006072CE"/>
    <w:rsid w:val="006101A0"/>
    <w:rsid w:val="006115CF"/>
    <w:rsid w:val="006127D6"/>
    <w:rsid w:val="0061788B"/>
    <w:rsid w:val="0062319E"/>
    <w:rsid w:val="00625C77"/>
    <w:rsid w:val="006265AC"/>
    <w:rsid w:val="00630E86"/>
    <w:rsid w:val="00631C03"/>
    <w:rsid w:val="00634903"/>
    <w:rsid w:val="00634D17"/>
    <w:rsid w:val="006356F1"/>
    <w:rsid w:val="006360F2"/>
    <w:rsid w:val="006362BA"/>
    <w:rsid w:val="00637E3A"/>
    <w:rsid w:val="00640B49"/>
    <w:rsid w:val="00642148"/>
    <w:rsid w:val="00643281"/>
    <w:rsid w:val="006454D9"/>
    <w:rsid w:val="006461AC"/>
    <w:rsid w:val="00647AEB"/>
    <w:rsid w:val="0065003F"/>
    <w:rsid w:val="006511BF"/>
    <w:rsid w:val="0065139F"/>
    <w:rsid w:val="006527F1"/>
    <w:rsid w:val="00652AC5"/>
    <w:rsid w:val="0065348C"/>
    <w:rsid w:val="006540BE"/>
    <w:rsid w:val="006544DE"/>
    <w:rsid w:val="00664078"/>
    <w:rsid w:val="0066439F"/>
    <w:rsid w:val="00670227"/>
    <w:rsid w:val="00670CC4"/>
    <w:rsid w:val="00680228"/>
    <w:rsid w:val="006809FB"/>
    <w:rsid w:val="006857E0"/>
    <w:rsid w:val="006873FA"/>
    <w:rsid w:val="00691745"/>
    <w:rsid w:val="00694362"/>
    <w:rsid w:val="00694EDF"/>
    <w:rsid w:val="0069689F"/>
    <w:rsid w:val="00697E29"/>
    <w:rsid w:val="006A06CF"/>
    <w:rsid w:val="006A0B90"/>
    <w:rsid w:val="006A546B"/>
    <w:rsid w:val="006A60C0"/>
    <w:rsid w:val="006B0A3D"/>
    <w:rsid w:val="006B5256"/>
    <w:rsid w:val="006B6331"/>
    <w:rsid w:val="006C0EE1"/>
    <w:rsid w:val="006C265E"/>
    <w:rsid w:val="006C517E"/>
    <w:rsid w:val="006C7B19"/>
    <w:rsid w:val="006D2D7B"/>
    <w:rsid w:val="006D7788"/>
    <w:rsid w:val="006D7C06"/>
    <w:rsid w:val="006E0046"/>
    <w:rsid w:val="006E08F2"/>
    <w:rsid w:val="006E2191"/>
    <w:rsid w:val="006E31FC"/>
    <w:rsid w:val="006E4D48"/>
    <w:rsid w:val="006E5470"/>
    <w:rsid w:val="006E740D"/>
    <w:rsid w:val="006F06CE"/>
    <w:rsid w:val="006F5EDD"/>
    <w:rsid w:val="006F6C4A"/>
    <w:rsid w:val="006F7497"/>
    <w:rsid w:val="006F7A21"/>
    <w:rsid w:val="00700F00"/>
    <w:rsid w:val="007035A6"/>
    <w:rsid w:val="007045FD"/>
    <w:rsid w:val="00716751"/>
    <w:rsid w:val="00722285"/>
    <w:rsid w:val="00735DE7"/>
    <w:rsid w:val="00742BC2"/>
    <w:rsid w:val="007438E1"/>
    <w:rsid w:val="0074417B"/>
    <w:rsid w:val="007441E6"/>
    <w:rsid w:val="00746A8B"/>
    <w:rsid w:val="0075351F"/>
    <w:rsid w:val="00753C5B"/>
    <w:rsid w:val="00754C43"/>
    <w:rsid w:val="0075713E"/>
    <w:rsid w:val="00757D34"/>
    <w:rsid w:val="00760976"/>
    <w:rsid w:val="00761685"/>
    <w:rsid w:val="00763C5A"/>
    <w:rsid w:val="00767AB8"/>
    <w:rsid w:val="00771E82"/>
    <w:rsid w:val="007728AF"/>
    <w:rsid w:val="007733F4"/>
    <w:rsid w:val="00777F6E"/>
    <w:rsid w:val="00785436"/>
    <w:rsid w:val="00792EFD"/>
    <w:rsid w:val="00797007"/>
    <w:rsid w:val="00797CC2"/>
    <w:rsid w:val="00797E46"/>
    <w:rsid w:val="007A296F"/>
    <w:rsid w:val="007A31EC"/>
    <w:rsid w:val="007A3630"/>
    <w:rsid w:val="007A4785"/>
    <w:rsid w:val="007A6E5C"/>
    <w:rsid w:val="007A737D"/>
    <w:rsid w:val="007A74A6"/>
    <w:rsid w:val="007B11C5"/>
    <w:rsid w:val="007B380C"/>
    <w:rsid w:val="007B39A5"/>
    <w:rsid w:val="007B46A7"/>
    <w:rsid w:val="007B7302"/>
    <w:rsid w:val="007B7FA6"/>
    <w:rsid w:val="007C020E"/>
    <w:rsid w:val="007C1163"/>
    <w:rsid w:val="007C3DF3"/>
    <w:rsid w:val="007C4C10"/>
    <w:rsid w:val="007C60B3"/>
    <w:rsid w:val="007C7D30"/>
    <w:rsid w:val="007C7FFA"/>
    <w:rsid w:val="007D0BE0"/>
    <w:rsid w:val="007D16F6"/>
    <w:rsid w:val="007D3795"/>
    <w:rsid w:val="007D3CE3"/>
    <w:rsid w:val="007D6B2C"/>
    <w:rsid w:val="007D6E0D"/>
    <w:rsid w:val="007E03CF"/>
    <w:rsid w:val="007E0CBA"/>
    <w:rsid w:val="007E2EA9"/>
    <w:rsid w:val="007E41D5"/>
    <w:rsid w:val="007E6338"/>
    <w:rsid w:val="007F1D48"/>
    <w:rsid w:val="008007D6"/>
    <w:rsid w:val="00801CBD"/>
    <w:rsid w:val="008053D0"/>
    <w:rsid w:val="00810B4F"/>
    <w:rsid w:val="0081484D"/>
    <w:rsid w:val="008205F8"/>
    <w:rsid w:val="00820927"/>
    <w:rsid w:val="00823E62"/>
    <w:rsid w:val="00823FF8"/>
    <w:rsid w:val="00832A37"/>
    <w:rsid w:val="00834DEC"/>
    <w:rsid w:val="00844AC2"/>
    <w:rsid w:val="008456B4"/>
    <w:rsid w:val="00850934"/>
    <w:rsid w:val="00851C32"/>
    <w:rsid w:val="00861264"/>
    <w:rsid w:val="00862F89"/>
    <w:rsid w:val="0086303C"/>
    <w:rsid w:val="0086345B"/>
    <w:rsid w:val="00865D80"/>
    <w:rsid w:val="00866932"/>
    <w:rsid w:val="008716AB"/>
    <w:rsid w:val="00875129"/>
    <w:rsid w:val="00880473"/>
    <w:rsid w:val="00881D68"/>
    <w:rsid w:val="008838BE"/>
    <w:rsid w:val="00890189"/>
    <w:rsid w:val="008A4182"/>
    <w:rsid w:val="008B3B9C"/>
    <w:rsid w:val="008B4545"/>
    <w:rsid w:val="008B5A11"/>
    <w:rsid w:val="008B6803"/>
    <w:rsid w:val="008B69BF"/>
    <w:rsid w:val="008B7E21"/>
    <w:rsid w:val="008C0266"/>
    <w:rsid w:val="008C1A48"/>
    <w:rsid w:val="008C3EE6"/>
    <w:rsid w:val="008C4AF9"/>
    <w:rsid w:val="008C6875"/>
    <w:rsid w:val="008D0552"/>
    <w:rsid w:val="008D14B1"/>
    <w:rsid w:val="008E504F"/>
    <w:rsid w:val="008E652B"/>
    <w:rsid w:val="008E7D3B"/>
    <w:rsid w:val="008F2307"/>
    <w:rsid w:val="008F348A"/>
    <w:rsid w:val="008F61F3"/>
    <w:rsid w:val="0090283D"/>
    <w:rsid w:val="0090294B"/>
    <w:rsid w:val="009038B0"/>
    <w:rsid w:val="00903921"/>
    <w:rsid w:val="00906559"/>
    <w:rsid w:val="009070FB"/>
    <w:rsid w:val="00910F27"/>
    <w:rsid w:val="00910F8E"/>
    <w:rsid w:val="00912A4A"/>
    <w:rsid w:val="00913A14"/>
    <w:rsid w:val="00921337"/>
    <w:rsid w:val="00924A9D"/>
    <w:rsid w:val="009252FC"/>
    <w:rsid w:val="00927E01"/>
    <w:rsid w:val="009336C3"/>
    <w:rsid w:val="00934060"/>
    <w:rsid w:val="009341BA"/>
    <w:rsid w:val="00940ACD"/>
    <w:rsid w:val="009432E6"/>
    <w:rsid w:val="00945AE1"/>
    <w:rsid w:val="009462A6"/>
    <w:rsid w:val="009468B8"/>
    <w:rsid w:val="00954A0C"/>
    <w:rsid w:val="00955BCC"/>
    <w:rsid w:val="00957263"/>
    <w:rsid w:val="0096003C"/>
    <w:rsid w:val="00960449"/>
    <w:rsid w:val="009607B9"/>
    <w:rsid w:val="009608B4"/>
    <w:rsid w:val="00960A18"/>
    <w:rsid w:val="009622DE"/>
    <w:rsid w:val="009667D8"/>
    <w:rsid w:val="0097130D"/>
    <w:rsid w:val="00972933"/>
    <w:rsid w:val="00973517"/>
    <w:rsid w:val="00975DB9"/>
    <w:rsid w:val="00976DAC"/>
    <w:rsid w:val="00981CA7"/>
    <w:rsid w:val="0098249D"/>
    <w:rsid w:val="0098307C"/>
    <w:rsid w:val="00983A28"/>
    <w:rsid w:val="00984E63"/>
    <w:rsid w:val="00991542"/>
    <w:rsid w:val="00991842"/>
    <w:rsid w:val="0099290F"/>
    <w:rsid w:val="00993A0B"/>
    <w:rsid w:val="00993A68"/>
    <w:rsid w:val="00995F30"/>
    <w:rsid w:val="009A1F47"/>
    <w:rsid w:val="009A4167"/>
    <w:rsid w:val="009A5F33"/>
    <w:rsid w:val="009A6132"/>
    <w:rsid w:val="009B3DB4"/>
    <w:rsid w:val="009B433A"/>
    <w:rsid w:val="009B7490"/>
    <w:rsid w:val="009B77D8"/>
    <w:rsid w:val="009C028B"/>
    <w:rsid w:val="009C090D"/>
    <w:rsid w:val="009C1414"/>
    <w:rsid w:val="009C1808"/>
    <w:rsid w:val="009C1F99"/>
    <w:rsid w:val="009C5DAA"/>
    <w:rsid w:val="009C6EC5"/>
    <w:rsid w:val="009D17DB"/>
    <w:rsid w:val="009D3A91"/>
    <w:rsid w:val="009D3B01"/>
    <w:rsid w:val="009D6C73"/>
    <w:rsid w:val="009D6E41"/>
    <w:rsid w:val="009D6F63"/>
    <w:rsid w:val="009E1A16"/>
    <w:rsid w:val="009E1CF1"/>
    <w:rsid w:val="009E2A7F"/>
    <w:rsid w:val="009E3716"/>
    <w:rsid w:val="009E5378"/>
    <w:rsid w:val="009F34EA"/>
    <w:rsid w:val="009F5294"/>
    <w:rsid w:val="00A04395"/>
    <w:rsid w:val="00A07334"/>
    <w:rsid w:val="00A07E31"/>
    <w:rsid w:val="00A14E12"/>
    <w:rsid w:val="00A17409"/>
    <w:rsid w:val="00A2047D"/>
    <w:rsid w:val="00A20762"/>
    <w:rsid w:val="00A20CC3"/>
    <w:rsid w:val="00A220AA"/>
    <w:rsid w:val="00A260BD"/>
    <w:rsid w:val="00A36B37"/>
    <w:rsid w:val="00A3738B"/>
    <w:rsid w:val="00A37C46"/>
    <w:rsid w:val="00A413BA"/>
    <w:rsid w:val="00A41F40"/>
    <w:rsid w:val="00A43BF8"/>
    <w:rsid w:val="00A44D14"/>
    <w:rsid w:val="00A45E60"/>
    <w:rsid w:val="00A52E7D"/>
    <w:rsid w:val="00A5480D"/>
    <w:rsid w:val="00A55C52"/>
    <w:rsid w:val="00A55C79"/>
    <w:rsid w:val="00A60C88"/>
    <w:rsid w:val="00A621B3"/>
    <w:rsid w:val="00A64D0F"/>
    <w:rsid w:val="00A71521"/>
    <w:rsid w:val="00A7152B"/>
    <w:rsid w:val="00A72BCA"/>
    <w:rsid w:val="00A76DD7"/>
    <w:rsid w:val="00A774E9"/>
    <w:rsid w:val="00A80365"/>
    <w:rsid w:val="00A80829"/>
    <w:rsid w:val="00A80E28"/>
    <w:rsid w:val="00A81262"/>
    <w:rsid w:val="00A81424"/>
    <w:rsid w:val="00A82C2C"/>
    <w:rsid w:val="00A83E18"/>
    <w:rsid w:val="00A84CD2"/>
    <w:rsid w:val="00A8557D"/>
    <w:rsid w:val="00A867F5"/>
    <w:rsid w:val="00A86C4C"/>
    <w:rsid w:val="00A918C5"/>
    <w:rsid w:val="00A97D3D"/>
    <w:rsid w:val="00A97F22"/>
    <w:rsid w:val="00AA13C8"/>
    <w:rsid w:val="00AA18E1"/>
    <w:rsid w:val="00AA406F"/>
    <w:rsid w:val="00AA4C16"/>
    <w:rsid w:val="00AA774A"/>
    <w:rsid w:val="00AC5EF1"/>
    <w:rsid w:val="00AD2BCF"/>
    <w:rsid w:val="00AE0481"/>
    <w:rsid w:val="00AE0B4C"/>
    <w:rsid w:val="00AE1C8E"/>
    <w:rsid w:val="00AE2A48"/>
    <w:rsid w:val="00AF6683"/>
    <w:rsid w:val="00AF744D"/>
    <w:rsid w:val="00AF7A2B"/>
    <w:rsid w:val="00B07FBA"/>
    <w:rsid w:val="00B106E2"/>
    <w:rsid w:val="00B11A01"/>
    <w:rsid w:val="00B11B56"/>
    <w:rsid w:val="00B12385"/>
    <w:rsid w:val="00B16A2A"/>
    <w:rsid w:val="00B21C47"/>
    <w:rsid w:val="00B2308F"/>
    <w:rsid w:val="00B232FE"/>
    <w:rsid w:val="00B243A7"/>
    <w:rsid w:val="00B2721E"/>
    <w:rsid w:val="00B300DE"/>
    <w:rsid w:val="00B30D07"/>
    <w:rsid w:val="00B34D03"/>
    <w:rsid w:val="00B3607D"/>
    <w:rsid w:val="00B42EB9"/>
    <w:rsid w:val="00B44B08"/>
    <w:rsid w:val="00B514E9"/>
    <w:rsid w:val="00B63607"/>
    <w:rsid w:val="00B63945"/>
    <w:rsid w:val="00B64DD5"/>
    <w:rsid w:val="00B651B4"/>
    <w:rsid w:val="00B71196"/>
    <w:rsid w:val="00B75CDA"/>
    <w:rsid w:val="00B76398"/>
    <w:rsid w:val="00B77A69"/>
    <w:rsid w:val="00B822A1"/>
    <w:rsid w:val="00B8305A"/>
    <w:rsid w:val="00B857EC"/>
    <w:rsid w:val="00B8691B"/>
    <w:rsid w:val="00B86FCC"/>
    <w:rsid w:val="00B9397F"/>
    <w:rsid w:val="00B94DC7"/>
    <w:rsid w:val="00B94EC0"/>
    <w:rsid w:val="00B95370"/>
    <w:rsid w:val="00BA0167"/>
    <w:rsid w:val="00BA062A"/>
    <w:rsid w:val="00BA0F21"/>
    <w:rsid w:val="00BA37B6"/>
    <w:rsid w:val="00BA44E9"/>
    <w:rsid w:val="00BA53E5"/>
    <w:rsid w:val="00BA6C8C"/>
    <w:rsid w:val="00BB0FFD"/>
    <w:rsid w:val="00BB21EE"/>
    <w:rsid w:val="00BB5D16"/>
    <w:rsid w:val="00BB7D04"/>
    <w:rsid w:val="00BB7E8C"/>
    <w:rsid w:val="00BC022E"/>
    <w:rsid w:val="00BC05F8"/>
    <w:rsid w:val="00BC29BA"/>
    <w:rsid w:val="00BC2AB2"/>
    <w:rsid w:val="00BC2DA3"/>
    <w:rsid w:val="00BC35C4"/>
    <w:rsid w:val="00BC4952"/>
    <w:rsid w:val="00BC5524"/>
    <w:rsid w:val="00BC61B9"/>
    <w:rsid w:val="00BC75A7"/>
    <w:rsid w:val="00BD0438"/>
    <w:rsid w:val="00BD2771"/>
    <w:rsid w:val="00BD3B8E"/>
    <w:rsid w:val="00BE090F"/>
    <w:rsid w:val="00BE647B"/>
    <w:rsid w:val="00BE7EF8"/>
    <w:rsid w:val="00BF0762"/>
    <w:rsid w:val="00BF5703"/>
    <w:rsid w:val="00BF5D61"/>
    <w:rsid w:val="00BF5F44"/>
    <w:rsid w:val="00BF6328"/>
    <w:rsid w:val="00C063D7"/>
    <w:rsid w:val="00C064E6"/>
    <w:rsid w:val="00C06870"/>
    <w:rsid w:val="00C070B7"/>
    <w:rsid w:val="00C07E3A"/>
    <w:rsid w:val="00C11691"/>
    <w:rsid w:val="00C1198E"/>
    <w:rsid w:val="00C14FA0"/>
    <w:rsid w:val="00C1523D"/>
    <w:rsid w:val="00C16E24"/>
    <w:rsid w:val="00C177D8"/>
    <w:rsid w:val="00C202A2"/>
    <w:rsid w:val="00C21531"/>
    <w:rsid w:val="00C224F6"/>
    <w:rsid w:val="00C22596"/>
    <w:rsid w:val="00C22947"/>
    <w:rsid w:val="00C249DD"/>
    <w:rsid w:val="00C254CE"/>
    <w:rsid w:val="00C2562F"/>
    <w:rsid w:val="00C26293"/>
    <w:rsid w:val="00C31094"/>
    <w:rsid w:val="00C34CD2"/>
    <w:rsid w:val="00C35107"/>
    <w:rsid w:val="00C37082"/>
    <w:rsid w:val="00C40CF8"/>
    <w:rsid w:val="00C41294"/>
    <w:rsid w:val="00C42BFF"/>
    <w:rsid w:val="00C43DFF"/>
    <w:rsid w:val="00C44642"/>
    <w:rsid w:val="00C46296"/>
    <w:rsid w:val="00C469C2"/>
    <w:rsid w:val="00C57081"/>
    <w:rsid w:val="00C5722A"/>
    <w:rsid w:val="00C614F6"/>
    <w:rsid w:val="00C624AE"/>
    <w:rsid w:val="00C65BD9"/>
    <w:rsid w:val="00C66F11"/>
    <w:rsid w:val="00C673ED"/>
    <w:rsid w:val="00C7084C"/>
    <w:rsid w:val="00C718BE"/>
    <w:rsid w:val="00C723FF"/>
    <w:rsid w:val="00C74455"/>
    <w:rsid w:val="00C77607"/>
    <w:rsid w:val="00C77E56"/>
    <w:rsid w:val="00C85EEE"/>
    <w:rsid w:val="00C8774F"/>
    <w:rsid w:val="00C91270"/>
    <w:rsid w:val="00C93193"/>
    <w:rsid w:val="00C9421E"/>
    <w:rsid w:val="00C94C48"/>
    <w:rsid w:val="00C95C95"/>
    <w:rsid w:val="00CA2661"/>
    <w:rsid w:val="00CA2995"/>
    <w:rsid w:val="00CA2E58"/>
    <w:rsid w:val="00CA6455"/>
    <w:rsid w:val="00CA6D52"/>
    <w:rsid w:val="00CA6D8F"/>
    <w:rsid w:val="00CB0CF8"/>
    <w:rsid w:val="00CB493A"/>
    <w:rsid w:val="00CB4ACA"/>
    <w:rsid w:val="00CB5729"/>
    <w:rsid w:val="00CB6D62"/>
    <w:rsid w:val="00CB7793"/>
    <w:rsid w:val="00CC29D1"/>
    <w:rsid w:val="00CC3FC6"/>
    <w:rsid w:val="00CC7EB7"/>
    <w:rsid w:val="00CD159B"/>
    <w:rsid w:val="00CD25BF"/>
    <w:rsid w:val="00CE0306"/>
    <w:rsid w:val="00CE2CFB"/>
    <w:rsid w:val="00CE2FAA"/>
    <w:rsid w:val="00CE342D"/>
    <w:rsid w:val="00CE3F9E"/>
    <w:rsid w:val="00CE55EB"/>
    <w:rsid w:val="00CE5958"/>
    <w:rsid w:val="00CF0568"/>
    <w:rsid w:val="00CF0705"/>
    <w:rsid w:val="00CF3034"/>
    <w:rsid w:val="00CF3356"/>
    <w:rsid w:val="00D00737"/>
    <w:rsid w:val="00D014C5"/>
    <w:rsid w:val="00D051E3"/>
    <w:rsid w:val="00D05535"/>
    <w:rsid w:val="00D1481F"/>
    <w:rsid w:val="00D1706E"/>
    <w:rsid w:val="00D17C68"/>
    <w:rsid w:val="00D17E71"/>
    <w:rsid w:val="00D20A6E"/>
    <w:rsid w:val="00D21943"/>
    <w:rsid w:val="00D24A66"/>
    <w:rsid w:val="00D34091"/>
    <w:rsid w:val="00D34E34"/>
    <w:rsid w:val="00D35C4C"/>
    <w:rsid w:val="00D3656D"/>
    <w:rsid w:val="00D371BC"/>
    <w:rsid w:val="00D3791B"/>
    <w:rsid w:val="00D426C3"/>
    <w:rsid w:val="00D43AAD"/>
    <w:rsid w:val="00D4472F"/>
    <w:rsid w:val="00D52092"/>
    <w:rsid w:val="00D54BC0"/>
    <w:rsid w:val="00D55CB1"/>
    <w:rsid w:val="00D56D8E"/>
    <w:rsid w:val="00D6437F"/>
    <w:rsid w:val="00D67143"/>
    <w:rsid w:val="00D6744A"/>
    <w:rsid w:val="00D7173C"/>
    <w:rsid w:val="00D72698"/>
    <w:rsid w:val="00D75147"/>
    <w:rsid w:val="00D762B1"/>
    <w:rsid w:val="00D767CA"/>
    <w:rsid w:val="00D80258"/>
    <w:rsid w:val="00D82B4D"/>
    <w:rsid w:val="00D8431D"/>
    <w:rsid w:val="00D86038"/>
    <w:rsid w:val="00D861FB"/>
    <w:rsid w:val="00D902B9"/>
    <w:rsid w:val="00D90799"/>
    <w:rsid w:val="00D91BB8"/>
    <w:rsid w:val="00D92127"/>
    <w:rsid w:val="00D9488C"/>
    <w:rsid w:val="00DA05CC"/>
    <w:rsid w:val="00DA1682"/>
    <w:rsid w:val="00DA336D"/>
    <w:rsid w:val="00DA6563"/>
    <w:rsid w:val="00DB0EF7"/>
    <w:rsid w:val="00DC410C"/>
    <w:rsid w:val="00DC4317"/>
    <w:rsid w:val="00DC5EDD"/>
    <w:rsid w:val="00DC5F22"/>
    <w:rsid w:val="00DD03C4"/>
    <w:rsid w:val="00DD45C4"/>
    <w:rsid w:val="00DD7FB0"/>
    <w:rsid w:val="00DE002D"/>
    <w:rsid w:val="00DE02C6"/>
    <w:rsid w:val="00DE1337"/>
    <w:rsid w:val="00DE4601"/>
    <w:rsid w:val="00DE57E6"/>
    <w:rsid w:val="00DF3ECC"/>
    <w:rsid w:val="00DF4257"/>
    <w:rsid w:val="00DF5AFE"/>
    <w:rsid w:val="00DF60BB"/>
    <w:rsid w:val="00DF6CEF"/>
    <w:rsid w:val="00E00F26"/>
    <w:rsid w:val="00E050CB"/>
    <w:rsid w:val="00E1173C"/>
    <w:rsid w:val="00E132BA"/>
    <w:rsid w:val="00E13CC2"/>
    <w:rsid w:val="00E17208"/>
    <w:rsid w:val="00E177F1"/>
    <w:rsid w:val="00E2173A"/>
    <w:rsid w:val="00E217BD"/>
    <w:rsid w:val="00E2199A"/>
    <w:rsid w:val="00E24676"/>
    <w:rsid w:val="00E2722A"/>
    <w:rsid w:val="00E274B8"/>
    <w:rsid w:val="00E302DD"/>
    <w:rsid w:val="00E31440"/>
    <w:rsid w:val="00E334C1"/>
    <w:rsid w:val="00E479D0"/>
    <w:rsid w:val="00E515BB"/>
    <w:rsid w:val="00E53CDB"/>
    <w:rsid w:val="00E54063"/>
    <w:rsid w:val="00E54390"/>
    <w:rsid w:val="00E5566D"/>
    <w:rsid w:val="00E56065"/>
    <w:rsid w:val="00E56D4B"/>
    <w:rsid w:val="00E6157A"/>
    <w:rsid w:val="00E6616A"/>
    <w:rsid w:val="00E66C48"/>
    <w:rsid w:val="00E70363"/>
    <w:rsid w:val="00E73E90"/>
    <w:rsid w:val="00E750E2"/>
    <w:rsid w:val="00E75E5C"/>
    <w:rsid w:val="00E76DF2"/>
    <w:rsid w:val="00E779A4"/>
    <w:rsid w:val="00E80A1B"/>
    <w:rsid w:val="00E82DC1"/>
    <w:rsid w:val="00E83B1E"/>
    <w:rsid w:val="00E83FA5"/>
    <w:rsid w:val="00E8445D"/>
    <w:rsid w:val="00E85EA8"/>
    <w:rsid w:val="00E9352E"/>
    <w:rsid w:val="00E9446C"/>
    <w:rsid w:val="00E9745E"/>
    <w:rsid w:val="00EA354B"/>
    <w:rsid w:val="00EA35A3"/>
    <w:rsid w:val="00EA4952"/>
    <w:rsid w:val="00EB04C9"/>
    <w:rsid w:val="00EB171B"/>
    <w:rsid w:val="00EB1C08"/>
    <w:rsid w:val="00EB2151"/>
    <w:rsid w:val="00EB220D"/>
    <w:rsid w:val="00EB425E"/>
    <w:rsid w:val="00EB478A"/>
    <w:rsid w:val="00EB4F3C"/>
    <w:rsid w:val="00EB5EA9"/>
    <w:rsid w:val="00EB7318"/>
    <w:rsid w:val="00EC05E6"/>
    <w:rsid w:val="00EC1FAC"/>
    <w:rsid w:val="00EC2D28"/>
    <w:rsid w:val="00EC5A29"/>
    <w:rsid w:val="00EC5B86"/>
    <w:rsid w:val="00EC7D55"/>
    <w:rsid w:val="00ED32C1"/>
    <w:rsid w:val="00ED4EFD"/>
    <w:rsid w:val="00ED643F"/>
    <w:rsid w:val="00EE1316"/>
    <w:rsid w:val="00EE1707"/>
    <w:rsid w:val="00EE4418"/>
    <w:rsid w:val="00EF01BB"/>
    <w:rsid w:val="00EF371C"/>
    <w:rsid w:val="00EF702D"/>
    <w:rsid w:val="00F01FF0"/>
    <w:rsid w:val="00F0309A"/>
    <w:rsid w:val="00F0418B"/>
    <w:rsid w:val="00F10658"/>
    <w:rsid w:val="00F12888"/>
    <w:rsid w:val="00F153B6"/>
    <w:rsid w:val="00F17076"/>
    <w:rsid w:val="00F17EF3"/>
    <w:rsid w:val="00F21F99"/>
    <w:rsid w:val="00F27C04"/>
    <w:rsid w:val="00F30601"/>
    <w:rsid w:val="00F360A2"/>
    <w:rsid w:val="00F369A6"/>
    <w:rsid w:val="00F402F2"/>
    <w:rsid w:val="00F41190"/>
    <w:rsid w:val="00F4227F"/>
    <w:rsid w:val="00F426AA"/>
    <w:rsid w:val="00F43A98"/>
    <w:rsid w:val="00F45315"/>
    <w:rsid w:val="00F46616"/>
    <w:rsid w:val="00F46BF5"/>
    <w:rsid w:val="00F511A7"/>
    <w:rsid w:val="00F55A6A"/>
    <w:rsid w:val="00F55C50"/>
    <w:rsid w:val="00F60DF3"/>
    <w:rsid w:val="00F62005"/>
    <w:rsid w:val="00F6273B"/>
    <w:rsid w:val="00F65513"/>
    <w:rsid w:val="00F65742"/>
    <w:rsid w:val="00F66A37"/>
    <w:rsid w:val="00F77BF7"/>
    <w:rsid w:val="00F821DD"/>
    <w:rsid w:val="00F84B09"/>
    <w:rsid w:val="00F90DAD"/>
    <w:rsid w:val="00F90FD8"/>
    <w:rsid w:val="00F9328C"/>
    <w:rsid w:val="00F94EF8"/>
    <w:rsid w:val="00F95C3C"/>
    <w:rsid w:val="00F9703D"/>
    <w:rsid w:val="00F97930"/>
    <w:rsid w:val="00F97C9F"/>
    <w:rsid w:val="00FA1495"/>
    <w:rsid w:val="00FA299D"/>
    <w:rsid w:val="00FA51F1"/>
    <w:rsid w:val="00FB0DEC"/>
    <w:rsid w:val="00FB0EBB"/>
    <w:rsid w:val="00FB1791"/>
    <w:rsid w:val="00FB4B05"/>
    <w:rsid w:val="00FB5452"/>
    <w:rsid w:val="00FB7A05"/>
    <w:rsid w:val="00FC4285"/>
    <w:rsid w:val="00FC601F"/>
    <w:rsid w:val="00FD05D5"/>
    <w:rsid w:val="00FD17CF"/>
    <w:rsid w:val="00FD1BA5"/>
    <w:rsid w:val="00FD41D8"/>
    <w:rsid w:val="00FD4746"/>
    <w:rsid w:val="00FD5B13"/>
    <w:rsid w:val="00FD6D33"/>
    <w:rsid w:val="00FE1B43"/>
    <w:rsid w:val="00FE1F49"/>
    <w:rsid w:val="00FE2BFF"/>
    <w:rsid w:val="00FE4C6B"/>
    <w:rsid w:val="00FE7C5C"/>
    <w:rsid w:val="00FE7C7E"/>
    <w:rsid w:val="00FF1090"/>
    <w:rsid w:val="00FF1B51"/>
    <w:rsid w:val="00FF5EC8"/>
    <w:rsid w:val="00FF73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4097"/>
    <o:shapelayout v:ext="edit">
      <o:idmap v:ext="edit" data="1"/>
    </o:shapelayout>
  </w:shapeDefaults>
  <w:decimalSymbol w:val=","/>
  <w:listSeparator w:val=","/>
  <w14:docId w14:val="53EE3045"/>
  <w15:chartTrackingRefBased/>
  <w15:docId w15:val="{FA1EC6DD-C67C-4583-91A4-903F78D5F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table" w:styleId="TableGrid">
    <w:name w:val="Table Grid"/>
    <w:basedOn w:val="TableNormal"/>
    <w:rsid w:val="000C0E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799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D5EBBCF-09E4-429C-9C89-0196A8CFA177}"/>
</file>

<file path=customXml/itemProps2.xml><?xml version="1.0" encoding="utf-8"?>
<ds:datastoreItem xmlns:ds="http://schemas.openxmlformats.org/officeDocument/2006/customXml" ds:itemID="{2C188E18-6667-4C97-B656-7F7E95A370BD}">
  <ds:schemaRefs>
    <ds:schemaRef ds:uri="http://purl.org/dc/elements/1.1/"/>
    <ds:schemaRef ds:uri="http://schemas.openxmlformats.org/package/2006/metadata/core-properties"/>
    <ds:schemaRef ds:uri="a2313ea8-4521-49e8-b6bb-ca19bded6e88"/>
    <ds:schemaRef ds:uri="http://schemas.microsoft.com/office/infopath/2007/PartnerControls"/>
    <ds:schemaRef ds:uri="http://purl.org/dc/terms/"/>
    <ds:schemaRef ds:uri="c1a89d3b-8913-4922-a719-bed589bc061b"/>
    <ds:schemaRef ds:uri="http://schemas.microsoft.com/office/2006/metadata/properties"/>
    <ds:schemaRef ds:uri="http://schemas.microsoft.com/office/2006/documentManagement/typ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27772703-4768-4E47-9655-A067B2C8840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153</TotalTime>
  <Pages>2</Pages>
  <Words>482</Words>
  <Characters>2335</Characters>
  <Application>Microsoft Office Word</Application>
  <DocSecurity>0</DocSecurity>
  <Lines>19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1. Materiaal</vt:lpstr>
      <vt:lpstr>1. Materiaal</vt:lpstr>
    </vt:vector>
  </TitlesOfParts>
  <Company>Geberit</Company>
  <LinksUpToDate>false</LinksUpToDate>
  <CharactersWithSpaces>2812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24</cp:revision>
  <cp:lastPrinted>2011-12-15T11:32:00Z</cp:lastPrinted>
  <dcterms:created xsi:type="dcterms:W3CDTF">2021-01-25T23:50:00Z</dcterms:created>
  <dcterms:modified xsi:type="dcterms:W3CDTF">2023-10-05T11:58:00Z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0x0101003D55FDE264B6664C9E7FBDDB3754110B</vt:lpwstr>
  </property>
  <property fmtid="{D5CDD505-2E9C-101B-9397-08002B2CF9AE}" pid="3" name="Order">
    <vt:r8>90400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ComplianceAssetId">
    <vt:lpwstr/>
  </property>
  <property fmtid="{D5CDD505-2E9C-101B-9397-08002B2CF9AE}" pid="7" name="TemplateUrl">
    <vt:lpwstr/>
  </property>
  <property fmtid="{D5CDD505-2E9C-101B-9397-08002B2CF9AE}" pid="8" name="_ExtendedDescription">
    <vt:lpwstr/>
  </property>
  <property fmtid="{D5CDD505-2E9C-101B-9397-08002B2CF9AE}" pid="9" name="TriggerFlowInfo">
    <vt:lpwstr/>
  </property>
  <property fmtid="{D5CDD505-2E9C-101B-9397-08002B2CF9AE}" pid="10" name="MediaServiceImageTags">
    <vt:lpwstr/>
  </property>
  <property fmtid="{D5CDD505-2E9C-101B-9397-08002B2CF9AE}" pid="11" name="MSIP_Label_487f680e-1463-4bcf-922a-e6b119858fec_Enabled">
    <vt:lpwstr>true</vt:lpwstr>
  </property>
  <property fmtid="{D5CDD505-2E9C-101B-9397-08002B2CF9AE}" pid="12" name="MSIP_Label_487f680e-1463-4bcf-922a-e6b119858fec_SetDate">
    <vt:lpwstr>2023-10-05T09:43:03Z</vt:lpwstr>
  </property>
  <property fmtid="{D5CDD505-2E9C-101B-9397-08002B2CF9AE}" pid="13" name="MSIP_Label_487f680e-1463-4bcf-922a-e6b119858fec_Method">
    <vt:lpwstr>Privileged</vt:lpwstr>
  </property>
  <property fmtid="{D5CDD505-2E9C-101B-9397-08002B2CF9AE}" pid="14" name="MSIP_Label_487f680e-1463-4bcf-922a-e6b119858fec_Name">
    <vt:lpwstr>487f680e-1463-4bcf-922a-e6b119858fec</vt:lpwstr>
  </property>
  <property fmtid="{D5CDD505-2E9C-101B-9397-08002B2CF9AE}" pid="15" name="MSIP_Label_487f680e-1463-4bcf-922a-e6b119858fec_SiteId">
    <vt:lpwstr>49c79685-7e11-437a-bb25-eba58fc041f5</vt:lpwstr>
  </property>
  <property fmtid="{D5CDD505-2E9C-101B-9397-08002B2CF9AE}" pid="16" name="MSIP_Label_487f680e-1463-4bcf-922a-e6b119858fec_ActionId">
    <vt:lpwstr>71e18d15-43b6-4606-9f43-82899a090b36</vt:lpwstr>
  </property>
  <property fmtid="{D5CDD505-2E9C-101B-9397-08002B2CF9AE}" pid="17" name="MSIP_Label_487f680e-1463-4bcf-922a-e6b119858fec_ContentBits">
    <vt:lpwstr>0</vt:lpwstr>
  </property>
  <property fmtid="{D5CDD505-2E9C-101B-9397-08002B2CF9AE}" pid="18" name="_SourceUrl">
    <vt:lpwstr/>
  </property>
  <property fmtid="{D5CDD505-2E9C-101B-9397-08002B2CF9AE}" pid="19" name="_SharedFileIndex">
    <vt:lpwstr/>
  </property>
</Properties>
</file>